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E6D8C" w14:textId="287AC462" w:rsidR="00D8747D" w:rsidRPr="00FF1919" w:rsidRDefault="00D8747D" w:rsidP="00D8747D">
      <w:pPr>
        <w:pStyle w:val="Titul1"/>
        <w:rPr>
          <w:rFonts w:asciiTheme="minorHAnsi" w:hAnsiTheme="minorHAnsi"/>
          <w:b w:val="0"/>
          <w:sz w:val="18"/>
          <w:szCs w:val="18"/>
        </w:rPr>
      </w:pPr>
      <w:proofErr w:type="gramStart"/>
      <w:r w:rsidRPr="00FF1919">
        <w:rPr>
          <w:rFonts w:asciiTheme="minorHAnsi" w:hAnsiTheme="minorHAnsi"/>
          <w:b w:val="0"/>
          <w:sz w:val="18"/>
          <w:szCs w:val="18"/>
        </w:rPr>
        <w:t>č.</w:t>
      </w:r>
      <w:r>
        <w:rPr>
          <w:rFonts w:asciiTheme="minorHAnsi" w:hAnsiTheme="minorHAnsi"/>
          <w:b w:val="0"/>
          <w:caps w:val="0"/>
          <w:sz w:val="18"/>
          <w:szCs w:val="18"/>
        </w:rPr>
        <w:t>j.</w:t>
      </w:r>
      <w:proofErr w:type="gramEnd"/>
      <w:r>
        <w:rPr>
          <w:rFonts w:asciiTheme="minorHAnsi" w:hAnsiTheme="minorHAnsi"/>
          <w:b w:val="0"/>
          <w:caps w:val="0"/>
          <w:sz w:val="18"/>
          <w:szCs w:val="18"/>
        </w:rPr>
        <w:t>: …………../</w:t>
      </w:r>
      <w:r w:rsidR="00DC6421">
        <w:rPr>
          <w:b w:val="0"/>
          <w:sz w:val="18"/>
          <w:szCs w:val="18"/>
        </w:rPr>
        <w:t>2020-SŽ</w:t>
      </w:r>
      <w:r w:rsidRPr="00FF1919">
        <w:rPr>
          <w:b w:val="0"/>
          <w:sz w:val="18"/>
          <w:szCs w:val="18"/>
        </w:rPr>
        <w:t>-OŘ BNO-NPI</w:t>
      </w:r>
    </w:p>
    <w:p w14:paraId="65F86392" w14:textId="77777777" w:rsidR="00F422D3" w:rsidRDefault="00F422D3" w:rsidP="00B42F40">
      <w:pPr>
        <w:pStyle w:val="Titul1"/>
      </w:pPr>
      <w:r>
        <w:t>SMLOUVA O DÍLO NA ZHOTOVENÍ STAVBY</w:t>
      </w:r>
      <w:r w:rsidR="00485CE8">
        <w:t xml:space="preserve"> </w:t>
      </w:r>
    </w:p>
    <w:p w14:paraId="0510C2F8" w14:textId="13A5C316" w:rsidR="00F422D3" w:rsidRDefault="00F422D3" w:rsidP="00B42F40">
      <w:pPr>
        <w:pStyle w:val="Titul2"/>
      </w:pPr>
      <w:r>
        <w:t xml:space="preserve">Název zakázky: </w:t>
      </w:r>
      <w:r w:rsidR="00363AC0" w:rsidRPr="00363AC0">
        <w:t>„</w:t>
      </w:r>
      <w:r w:rsidR="00C471A3" w:rsidRPr="00C471A3">
        <w:t>Oprava trati v úseku Ledeč nad Sázavou - Vlastějovice - II. etapa</w:t>
      </w:r>
      <w:r w:rsidR="00363AC0" w:rsidRPr="00363AC0">
        <w:t>“</w:t>
      </w:r>
    </w:p>
    <w:p w14:paraId="6F144FED" w14:textId="77777777" w:rsidR="00F422D3" w:rsidRPr="00B42F40" w:rsidRDefault="00F422D3" w:rsidP="00485CE8">
      <w:pPr>
        <w:pStyle w:val="Nadpisbezsl1-2"/>
        <w:tabs>
          <w:tab w:val="left" w:pos="5385"/>
        </w:tabs>
      </w:pPr>
      <w:r w:rsidRPr="00B42F40">
        <w:t>Smluvní strany:</w:t>
      </w:r>
      <w:r w:rsidR="00485CE8">
        <w:t xml:space="preserve"> </w:t>
      </w:r>
    </w:p>
    <w:p w14:paraId="794B1AE6"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5153E7A9" w14:textId="77777777" w:rsidR="00F422D3" w:rsidRDefault="00F422D3" w:rsidP="00B42F40">
      <w:pPr>
        <w:pStyle w:val="Textbezodsazen"/>
        <w:spacing w:after="0"/>
      </w:pPr>
      <w:r>
        <w:t xml:space="preserve">se sídlem: Dlážděná 1003/7, 110 00 Praha 1 - Nové Město </w:t>
      </w:r>
    </w:p>
    <w:p w14:paraId="1AEB0CD9" w14:textId="77777777" w:rsidR="00F422D3" w:rsidRDefault="00F422D3" w:rsidP="00B42F40">
      <w:pPr>
        <w:pStyle w:val="Textbezodsazen"/>
        <w:spacing w:after="0"/>
      </w:pPr>
      <w:r>
        <w:t>IČO: 70994234 DIČ: CZ70994234</w:t>
      </w:r>
    </w:p>
    <w:p w14:paraId="46589B20" w14:textId="77777777" w:rsidR="00F422D3" w:rsidRDefault="00F422D3" w:rsidP="00B42F40">
      <w:pPr>
        <w:pStyle w:val="Textbezodsazen"/>
        <w:spacing w:after="0"/>
      </w:pPr>
      <w:r>
        <w:t>zapsaná v obchodním rejstříku vedeném Městským soudem v Praze,</w:t>
      </w:r>
    </w:p>
    <w:p w14:paraId="5044009A" w14:textId="77777777" w:rsidR="00F422D3" w:rsidRDefault="00F422D3" w:rsidP="00B42F40">
      <w:pPr>
        <w:pStyle w:val="Textbezodsazen"/>
        <w:spacing w:after="0"/>
      </w:pPr>
      <w:r>
        <w:t>spisová značka A 48384</w:t>
      </w:r>
    </w:p>
    <w:p w14:paraId="5BD7F5F3" w14:textId="77777777" w:rsidR="00D32554" w:rsidRPr="00363AC0" w:rsidRDefault="00F422D3" w:rsidP="00D32554">
      <w:pPr>
        <w:pStyle w:val="Textbezodsazen"/>
      </w:pPr>
      <w:r w:rsidRPr="00363AC0">
        <w:t xml:space="preserve">zastoupena: </w:t>
      </w:r>
      <w:r w:rsidR="00363AC0" w:rsidRPr="00363AC0">
        <w:t>Ing. Liborem Tkáčem, ředitelem Oblastního ředitelství Brno</w:t>
      </w:r>
      <w:r w:rsidR="00D32554" w:rsidRPr="00363AC0">
        <w:tab/>
      </w:r>
    </w:p>
    <w:p w14:paraId="07035B99" w14:textId="77777777" w:rsidR="00F422D3" w:rsidRDefault="00F422D3" w:rsidP="00D32554">
      <w:pPr>
        <w:pStyle w:val="Textbezodsazen"/>
        <w:spacing w:after="0"/>
      </w:pPr>
    </w:p>
    <w:p w14:paraId="26DDBAC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3530EA1" w14:textId="77777777" w:rsidR="00F422D3" w:rsidRDefault="00F422D3" w:rsidP="00B42F40">
      <w:pPr>
        <w:pStyle w:val="Textbezodsazen"/>
        <w:spacing w:after="0"/>
      </w:pPr>
      <w:r>
        <w:t xml:space="preserve">Správa </w:t>
      </w:r>
      <w:r w:rsidR="001E39D0">
        <w:t>železnic</w:t>
      </w:r>
      <w:r>
        <w:t>, státní organizace</w:t>
      </w:r>
    </w:p>
    <w:p w14:paraId="44650204" w14:textId="77777777" w:rsidR="00F422D3" w:rsidRDefault="00363AC0" w:rsidP="00363AC0">
      <w:pPr>
        <w:pStyle w:val="Textbezodsazen"/>
        <w:spacing w:line="240" w:lineRule="auto"/>
      </w:pPr>
      <w:r w:rsidRPr="00DF5663">
        <w:t>Oblastní ředitelství Brno</w:t>
      </w:r>
      <w:r w:rsidRPr="005A6B21">
        <w:rPr>
          <w:highlight w:val="green"/>
        </w:rPr>
        <w:t xml:space="preserve"> </w:t>
      </w:r>
    </w:p>
    <w:p w14:paraId="720B30E3" w14:textId="77777777" w:rsidR="00363AC0" w:rsidRDefault="00363AC0" w:rsidP="00363AC0">
      <w:pPr>
        <w:pStyle w:val="Textbezodsazen"/>
        <w:spacing w:line="240" w:lineRule="auto"/>
        <w:rPr>
          <w:lang w:val="en-US"/>
        </w:rPr>
      </w:pPr>
      <w:proofErr w:type="spellStart"/>
      <w:r w:rsidRPr="00DF5663">
        <w:rPr>
          <w:lang w:val="en-US"/>
        </w:rPr>
        <w:t>Kounicova</w:t>
      </w:r>
      <w:proofErr w:type="spellEnd"/>
      <w:r w:rsidRPr="00DF5663">
        <w:rPr>
          <w:lang w:val="en-US"/>
        </w:rPr>
        <w:t xml:space="preserve"> 26, 611 43 Brno</w:t>
      </w:r>
    </w:p>
    <w:p w14:paraId="325F61B6" w14:textId="77777777" w:rsidR="00363AC0" w:rsidRPr="00D32554" w:rsidRDefault="00363AC0" w:rsidP="00363AC0">
      <w:pPr>
        <w:pStyle w:val="Textbezodsazen"/>
        <w:spacing w:line="240" w:lineRule="auto"/>
      </w:pPr>
    </w:p>
    <w:p w14:paraId="103456AA" w14:textId="77777777" w:rsidR="00F422D3" w:rsidRDefault="00F422D3" w:rsidP="00B42F40">
      <w:pPr>
        <w:pStyle w:val="Textbezodsazen"/>
      </w:pPr>
      <w:r>
        <w:t>(</w:t>
      </w:r>
      <w:r w:rsidRPr="00B42F40">
        <w:t>dále</w:t>
      </w:r>
      <w:r>
        <w:t xml:space="preserve"> jen „</w:t>
      </w:r>
      <w:r w:rsidRPr="00F422D3">
        <w:rPr>
          <w:b/>
        </w:rPr>
        <w:t>Objednatel</w:t>
      </w:r>
      <w:r>
        <w:t>“)</w:t>
      </w:r>
    </w:p>
    <w:p w14:paraId="42ED7F8A" w14:textId="77777777" w:rsidR="00F422D3" w:rsidRDefault="00F422D3" w:rsidP="00B42F40">
      <w:pPr>
        <w:pStyle w:val="Textbezodsazen"/>
        <w:spacing w:after="0"/>
      </w:pPr>
      <w:r>
        <w:t xml:space="preserve">číslo smlouvy: </w:t>
      </w:r>
      <w:r w:rsidR="00363AC0" w:rsidRPr="005410FA">
        <w:rPr>
          <w:highlight w:val="cyan"/>
        </w:rPr>
        <w:t>…………………………</w:t>
      </w:r>
      <w:r>
        <w:t xml:space="preserve"> </w:t>
      </w:r>
    </w:p>
    <w:p w14:paraId="2C42AB6C" w14:textId="77777777" w:rsidR="00B42F40" w:rsidRDefault="00B42F40" w:rsidP="00B42F40">
      <w:pPr>
        <w:pStyle w:val="Textbezodsazen"/>
      </w:pPr>
    </w:p>
    <w:p w14:paraId="14B7235B" w14:textId="77777777" w:rsidR="00F422D3" w:rsidRDefault="00F422D3" w:rsidP="00B42F40">
      <w:pPr>
        <w:pStyle w:val="Textbezodsazen"/>
      </w:pPr>
      <w:r w:rsidRPr="00B42F40">
        <w:t>a</w:t>
      </w:r>
    </w:p>
    <w:p w14:paraId="50D41AB9" w14:textId="77777777" w:rsidR="00B42F40" w:rsidRPr="00B42F40" w:rsidRDefault="00B42F40" w:rsidP="00B42F40">
      <w:pPr>
        <w:pStyle w:val="Textbezodsazen"/>
      </w:pPr>
    </w:p>
    <w:p w14:paraId="7411FBA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0F11F3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D46AB0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B1C6B6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1C52623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F8E5FC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3FD049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CA5467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8DB6A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6A5C418" w14:textId="77777777" w:rsidR="00F422D3" w:rsidRPr="00B42F40" w:rsidRDefault="00F422D3" w:rsidP="00B42F40">
      <w:pPr>
        <w:pStyle w:val="Textbezodsazen"/>
      </w:pPr>
      <w:r w:rsidRPr="00B42F40">
        <w:t>(dále jen „</w:t>
      </w:r>
      <w:r w:rsidRPr="00B42F40">
        <w:rPr>
          <w:rStyle w:val="Tun"/>
        </w:rPr>
        <w:t>Zhotovitel</w:t>
      </w:r>
      <w:r w:rsidRPr="00B42F40">
        <w:t>“)</w:t>
      </w:r>
    </w:p>
    <w:p w14:paraId="60609D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5951C9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477EAD5" w14:textId="77777777" w:rsidR="00B42F40" w:rsidRDefault="00B42F40" w:rsidP="00B42F40">
      <w:pPr>
        <w:pStyle w:val="Textbezodsazen"/>
      </w:pPr>
    </w:p>
    <w:p w14:paraId="3778DCF3" w14:textId="77777777" w:rsidR="00B42F40" w:rsidRDefault="00B42F40" w:rsidP="00B42F40">
      <w:pPr>
        <w:pStyle w:val="Textbezodsazen"/>
      </w:pPr>
    </w:p>
    <w:p w14:paraId="354C240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50E2463" w14:textId="77777777" w:rsidR="00F24489" w:rsidRDefault="00F24489" w:rsidP="00D32554">
      <w:pPr>
        <w:pStyle w:val="Textbezodsazen"/>
        <w:rPr>
          <w:b/>
        </w:rPr>
      </w:pPr>
    </w:p>
    <w:p w14:paraId="4A96C4A1" w14:textId="77777777" w:rsidR="00F24489" w:rsidRPr="00D32554" w:rsidRDefault="00F24489" w:rsidP="00F24489">
      <w:pPr>
        <w:pStyle w:val="Nadpis1-1"/>
      </w:pPr>
      <w:r w:rsidRPr="00F24489">
        <w:t>ÚVODNÍ USTANOVENÍ</w:t>
      </w:r>
    </w:p>
    <w:p w14:paraId="15022617"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E7BEC6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2970DB"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7DB4CF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32362B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F8DC910" w14:textId="77777777" w:rsidR="00F24489" w:rsidRDefault="00F24489" w:rsidP="00F24489">
      <w:pPr>
        <w:pStyle w:val="Nadpis1-1"/>
      </w:pPr>
      <w:r w:rsidRPr="00F24489">
        <w:t>ÚČEL SMLOUVY</w:t>
      </w:r>
    </w:p>
    <w:p w14:paraId="1D673D76" w14:textId="3B254914" w:rsidR="00F24489" w:rsidRDefault="00F24489" w:rsidP="00C471A3">
      <w:pPr>
        <w:pStyle w:val="Text1-1"/>
      </w:pPr>
      <w:r w:rsidRPr="00F97DBD">
        <w:t xml:space="preserve">Objednatel oznámil uveřejněním </w:t>
      </w:r>
      <w:r>
        <w:t xml:space="preserve">na profilu zadavatele: </w:t>
      </w:r>
      <w:hyperlink r:id="rId11" w:history="1">
        <w:r w:rsidR="00C471A3" w:rsidRPr="0024218E">
          <w:rPr>
            <w:rStyle w:val="Hypertextovodkaz"/>
            <w:noProof w:val="0"/>
          </w:rPr>
          <w:t>https://zakazky.spravazleznic.cz/</w:t>
        </w:r>
      </w:hyperlink>
      <w:r w:rsidR="005A7872">
        <w:t xml:space="preserve"> </w:t>
      </w:r>
      <w:r w:rsidRPr="00F97DBD">
        <w:t xml:space="preserve">dne </w:t>
      </w:r>
      <w:r w:rsidR="00DC6421">
        <w:t>…………….</w:t>
      </w:r>
      <w:r w:rsidR="003863C7">
        <w:t xml:space="preserve"> </w:t>
      </w:r>
      <w:proofErr w:type="gramStart"/>
      <w:r w:rsidRPr="00F97DBD">
        <w:t>pod</w:t>
      </w:r>
      <w:proofErr w:type="gramEnd"/>
      <w:r w:rsidRPr="00F97DBD">
        <w:t xml:space="preserve"> </w:t>
      </w:r>
      <w:r w:rsidRPr="00E1435D">
        <w:t xml:space="preserve">evidenčním číslem </w:t>
      </w:r>
      <w:r w:rsidR="00DC6421">
        <w:t>………………….</w:t>
      </w:r>
      <w:r w:rsidR="00E1435D" w:rsidRPr="00E1435D">
        <w:rPr>
          <w:bCs/>
        </w:rPr>
        <w:t xml:space="preserve"> sv</w:t>
      </w:r>
      <w:r w:rsidRPr="00E1435D">
        <w:t>ůj úmysl</w:t>
      </w:r>
      <w:r w:rsidRPr="00F97DBD">
        <w:t xml:space="preserve"> zadat </w:t>
      </w:r>
      <w:r>
        <w:t xml:space="preserve">ve výběrovém řízení </w:t>
      </w:r>
      <w:r w:rsidRPr="00F97DBD">
        <w:t xml:space="preserve">veřejnou zakázku s názvem </w:t>
      </w:r>
      <w:r w:rsidRPr="003F35F3">
        <w:rPr>
          <w:b/>
        </w:rPr>
        <w:t>„</w:t>
      </w:r>
      <w:r w:rsidR="00C471A3" w:rsidRPr="00C471A3">
        <w:rPr>
          <w:rFonts w:ascii="Verdana" w:hAnsi="Verdana"/>
          <w:b/>
        </w:rPr>
        <w:t>Oprava trati v úseku Ledeč nad Sázavou - Vlastějovice - II. etapa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CA097E"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3DAF76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251C89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68A109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9AB5DBB" w14:textId="425948DB"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64CCA07" w14:textId="77777777" w:rsidR="00D8747D" w:rsidRDefault="00D8747D" w:rsidP="00D8747D">
      <w:pPr>
        <w:pStyle w:val="Odstavec1-1a"/>
        <w:numPr>
          <w:ilvl w:val="0"/>
          <w:numId w:val="0"/>
        </w:numPr>
        <w:ind w:left="1077" w:hanging="340"/>
      </w:pPr>
    </w:p>
    <w:p w14:paraId="0E377F7E" w14:textId="77777777" w:rsidR="00F24489" w:rsidRDefault="00F24489" w:rsidP="00F24489">
      <w:pPr>
        <w:pStyle w:val="Nadpis1-1"/>
      </w:pPr>
      <w:r w:rsidRPr="00F24489">
        <w:lastRenderedPageBreak/>
        <w:t>PŘEDMĚT, CENA A HARMONOGRAM POSTUPU PRACÍ SMLOUVY</w:t>
      </w:r>
    </w:p>
    <w:p w14:paraId="0222ACDD" w14:textId="77777777" w:rsidR="00F24489" w:rsidRDefault="00F24489" w:rsidP="00F24489">
      <w:pPr>
        <w:pStyle w:val="slovanseznam"/>
        <w:numPr>
          <w:ilvl w:val="0"/>
          <w:numId w:val="0"/>
        </w:numPr>
        <w:ind w:left="567" w:hanging="567"/>
      </w:pPr>
    </w:p>
    <w:p w14:paraId="074E5495"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30F97BE" w14:textId="0EED86F4"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C471A3">
          <w:t>http://www.spravazeleznic</w:t>
        </w:r>
        <w:r w:rsidRPr="007B0432">
          <w:t>.cz/dalsi-informace/dokumenty-a-predpisy.html</w:t>
        </w:r>
      </w:hyperlink>
      <w:r w:rsidRPr="007B0432">
        <w:t xml:space="preserve"> a zavazuje se realizovat Dílo v souladu s těmito vnitřními předpisy Objednatele.</w:t>
      </w:r>
    </w:p>
    <w:p w14:paraId="683D4D0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2C0B726"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63EE9B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6992B89" w14:textId="77777777" w:rsidR="00F24489" w:rsidRDefault="00B84ECC" w:rsidP="00F24489">
      <w:pPr>
        <w:pStyle w:val="Textbezslovn"/>
      </w:pPr>
      <w:r w:rsidRPr="00800C34">
        <w:t xml:space="preserve">Rekapitulace </w:t>
      </w:r>
      <w:r w:rsidR="00F24489" w:rsidRPr="00800C34">
        <w:t>Ceny Díla dle stavebních objektů (SO) a provozních souborů (PS) je uveden</w:t>
      </w:r>
      <w:r w:rsidRPr="00800C34">
        <w:t>a</w:t>
      </w:r>
      <w:r w:rsidR="00F24489" w:rsidRPr="00800C34">
        <w:t xml:space="preserve"> v </w:t>
      </w:r>
      <w:hyperlink w:anchor="ListAnnex04" w:history="1">
        <w:r w:rsidR="00F24489" w:rsidRPr="00800C34">
          <w:rPr>
            <w:rStyle w:val="Hypertextovodkaz"/>
            <w:rFonts w:cs="Calibri"/>
            <w:color w:val="auto"/>
          </w:rPr>
          <w:t>Příloze č. 4</w:t>
        </w:r>
      </w:hyperlink>
      <w:r w:rsidR="00F24489" w:rsidRPr="00800C34">
        <w:t xml:space="preserve"> </w:t>
      </w:r>
      <w:proofErr w:type="gramStart"/>
      <w:r w:rsidR="00F24489" w:rsidRPr="00800C34">
        <w:t>této</w:t>
      </w:r>
      <w:proofErr w:type="gramEnd"/>
      <w:r w:rsidR="00F24489" w:rsidRPr="00800C34">
        <w:t xml:space="preserve"> Smlouvy.</w:t>
      </w:r>
    </w:p>
    <w:p w14:paraId="2D27EBA1" w14:textId="77777777" w:rsidR="00F24489" w:rsidRPr="0028360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283609">
        <w:t>obnovení jednání o Smlouvě ani zvýšení Ceny za Dílo ani zrušení Smlouvy.</w:t>
      </w:r>
    </w:p>
    <w:p w14:paraId="6F87568D" w14:textId="77777777" w:rsidR="00F24489" w:rsidRPr="00283609" w:rsidRDefault="00F24489" w:rsidP="00F24489">
      <w:pPr>
        <w:pStyle w:val="Text1-1"/>
      </w:pPr>
      <w:r w:rsidRPr="0028360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83609">
        <w:rPr>
          <w:rStyle w:val="OdstavecsmlouvyChar"/>
          <w:rFonts w:eastAsiaTheme="minorHAnsi"/>
        </w:rPr>
        <w:t xml:space="preserve"> </w:t>
      </w:r>
      <w:r w:rsidRPr="00283609">
        <w:t xml:space="preserve">režim přenesení daňové povinnosti dle </w:t>
      </w:r>
      <w:proofErr w:type="spellStart"/>
      <w:r w:rsidRPr="00283609">
        <w:t>ust</w:t>
      </w:r>
      <w:proofErr w:type="spellEnd"/>
      <w:r w:rsidRPr="00283609">
        <w:t xml:space="preserve">. § 92a, zákona č. 235/2004 Sb., o dani z přidané hodnoty, ve znění pozdějších předpisů (dále jen „zákona o DPH“), osobou povinnou k dani dle </w:t>
      </w:r>
      <w:proofErr w:type="spellStart"/>
      <w:r w:rsidRPr="00283609">
        <w:t>ust</w:t>
      </w:r>
      <w:proofErr w:type="spellEnd"/>
      <w:r w:rsidRPr="00283609">
        <w:t xml:space="preserve">. § 5 odst. 1 zákona o DPH, neboť přijatá plnění použije pro svou ekonomickou činnost, a je tedy osobou povinnou přiznat a zaplatit DPH dle </w:t>
      </w:r>
      <w:proofErr w:type="spellStart"/>
      <w:r w:rsidRPr="00283609">
        <w:t>ust</w:t>
      </w:r>
      <w:proofErr w:type="spellEnd"/>
      <w:r w:rsidRPr="00283609">
        <w:t>. § 92a odst. 1 zákona o DPH.</w:t>
      </w:r>
    </w:p>
    <w:p w14:paraId="361061F9"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8B65F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00C34">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7D2E29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504C5183" w14:textId="509D7044" w:rsidR="00F24489" w:rsidRPr="00F24489" w:rsidRDefault="00F24489" w:rsidP="00F24489">
      <w:pPr>
        <w:pStyle w:val="Textbezslovn"/>
        <w:rPr>
          <w:b/>
        </w:rPr>
      </w:pPr>
      <w:r w:rsidRPr="00F24489">
        <w:rPr>
          <w:b/>
        </w:rPr>
        <w:t xml:space="preserve">Celková lhůta pro dokončení Díla činí celkem </w:t>
      </w:r>
      <w:r w:rsidR="00C471A3">
        <w:rPr>
          <w:b/>
        </w:rPr>
        <w:t>10</w:t>
      </w:r>
      <w:r w:rsidR="0040533E">
        <w:rPr>
          <w:b/>
        </w:rPr>
        <w:t xml:space="preserve"> měsíc</w:t>
      </w:r>
      <w:r w:rsidR="00C471A3">
        <w:rPr>
          <w:b/>
        </w:rPr>
        <w:t>ů</w:t>
      </w:r>
      <w:r w:rsidRPr="00F24489">
        <w:rPr>
          <w:b/>
        </w:rPr>
        <w:t xml:space="preserve"> ode Dne zahájení stavebních prací (dokladem prokazujícím, že Zhotovitel dokončil celé Dílo, je Předávací protokol dle odst. 10.4 Obchodních podmínek).</w:t>
      </w:r>
    </w:p>
    <w:p w14:paraId="1ADFFC70" w14:textId="5F25F18A" w:rsidR="00F24489" w:rsidRDefault="00F24489" w:rsidP="00F24489">
      <w:pPr>
        <w:pStyle w:val="Textbezslovn"/>
      </w:pPr>
      <w:r w:rsidRPr="00F97DBD">
        <w:t xml:space="preserve">Lhůta pro dokončení stavebních prací činí celkem </w:t>
      </w:r>
      <w:r w:rsidR="0040533E">
        <w:rPr>
          <w:b/>
        </w:rPr>
        <w:t>1</w:t>
      </w:r>
      <w:r w:rsidR="00C471A3">
        <w:rPr>
          <w:b/>
        </w:rPr>
        <w:t>0</w:t>
      </w:r>
      <w:r w:rsidR="008F0248" w:rsidRPr="009966A5">
        <w:rPr>
          <w:b/>
        </w:rPr>
        <w:t xml:space="preserve"> </w:t>
      </w:r>
      <w:r w:rsidR="0040533E">
        <w:rPr>
          <w:b/>
        </w:rPr>
        <w:t>měsíc</w:t>
      </w:r>
      <w:r w:rsidR="00C471A3">
        <w:rPr>
          <w:b/>
        </w:rPr>
        <w:t>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8C2B303"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05A43F9"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02E2273" w14:textId="0F3CE7C3" w:rsidR="00F24489" w:rsidRDefault="00590727" w:rsidP="008F0248">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00F24489">
        <w:t xml:space="preserve"> </w:t>
      </w:r>
    </w:p>
    <w:p w14:paraId="04EC4B94" w14:textId="1EE83FF6" w:rsidR="00F24489" w:rsidRPr="008F0248" w:rsidRDefault="00F24489" w:rsidP="00F24489">
      <w:pPr>
        <w:pStyle w:val="Text1-1"/>
      </w:pPr>
      <w:r w:rsidRPr="008F0248">
        <w:t>Zhotovitel se zavazuje zajistit realizaci prací na Díle tak, aby v případě nepřetržitých výluk trvajících více než 36 hodin pro</w:t>
      </w:r>
      <w:r w:rsidR="00F83B63">
        <w:t xml:space="preserve">bíhala realizace prací na Díle </w:t>
      </w:r>
      <w:r w:rsidRPr="008F0248">
        <w:t>minimálně 1</w:t>
      </w:r>
      <w:r w:rsidR="0052756B">
        <w:t>2</w:t>
      </w:r>
      <w:r w:rsidRPr="008F0248">
        <w:t xml:space="preserve"> hodin denně včetně sobot a nedělí.</w:t>
      </w:r>
    </w:p>
    <w:p w14:paraId="781C3046" w14:textId="77777777" w:rsidR="00F24489" w:rsidRDefault="00214C3E" w:rsidP="00214C3E">
      <w:pPr>
        <w:pStyle w:val="Nadpis1-1"/>
      </w:pPr>
      <w:r w:rsidRPr="00214C3E">
        <w:t>ZÁRUKY, DALŠÍ USTANOVENÍ A ODLIŠNÁ USTANOVENÍ OD OBCHODNÍCH PODMÍNEK</w:t>
      </w:r>
    </w:p>
    <w:p w14:paraId="6C74EEE4"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5CFD857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71AC008"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0FF8BAC"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9DFCA2"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65F1A0B3"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1AEE8AB" w14:textId="77777777" w:rsidR="00214C3E" w:rsidRDefault="00214C3E" w:rsidP="00214C3E">
      <w:pPr>
        <w:pStyle w:val="Text1-1"/>
      </w:pPr>
      <w:r>
        <w:t xml:space="preserve">V bodě 2.14 Obchodních podmínek se lhůta upravuje </w:t>
      </w:r>
      <w:r w:rsidRPr="00691F2F">
        <w:t>na pět (5)</w:t>
      </w:r>
      <w:r>
        <w:t xml:space="preserve"> dní. </w:t>
      </w:r>
    </w:p>
    <w:p w14:paraId="2E20A258" w14:textId="77777777" w:rsidR="00214C3E" w:rsidRDefault="00214C3E" w:rsidP="00214C3E">
      <w:pPr>
        <w:pStyle w:val="Text1-1"/>
      </w:pPr>
      <w:r>
        <w:t>V bodě 3.6.2 Obchodních podmínek se lhůta upravuje na sedm (7)dní.</w:t>
      </w:r>
    </w:p>
    <w:p w14:paraId="3500C29E" w14:textId="77777777" w:rsidR="00214C3E" w:rsidRDefault="00214C3E" w:rsidP="00214C3E">
      <w:pPr>
        <w:pStyle w:val="Text1-1"/>
      </w:pPr>
      <w:r>
        <w:lastRenderedPageBreak/>
        <w:t xml:space="preserve">Bod 5.2 Obchodních podmínek se mění takto: </w:t>
      </w:r>
    </w:p>
    <w:p w14:paraId="7936FE2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C1782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22A9954"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748F15A" w14:textId="77777777" w:rsidR="00214C3E" w:rsidRDefault="00214C3E" w:rsidP="00214C3E">
      <w:pPr>
        <w:pStyle w:val="Text1-1"/>
      </w:pPr>
      <w:r>
        <w:t>Bod 7.5.2 Obchodních podmínek se mění takto:</w:t>
      </w:r>
    </w:p>
    <w:p w14:paraId="145FC843"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9927F84" w14:textId="2D680817" w:rsidR="00214C3E" w:rsidRDefault="00214C3E" w:rsidP="00214C3E">
      <w:pPr>
        <w:pStyle w:val="Text1-1"/>
      </w:pPr>
      <w:r>
        <w:t>V bodě 7.5.3 Obchodních podmínek se lhůta upravuje na pět (5) dní.</w:t>
      </w:r>
    </w:p>
    <w:p w14:paraId="0B0B17CD" w14:textId="7D380852" w:rsidR="00691F2F" w:rsidRDefault="00691F2F" w:rsidP="00691F2F">
      <w:pPr>
        <w:pStyle w:val="Text1-1"/>
      </w:pPr>
      <w:r w:rsidRPr="00691F2F">
        <w:t>V bodě 11.3 Obchodních podmínek se lhůta upravuje na tři (3) dny.</w:t>
      </w:r>
    </w:p>
    <w:p w14:paraId="23F114F8" w14:textId="77777777" w:rsidR="00214C3E" w:rsidRDefault="00214C3E" w:rsidP="00214C3E">
      <w:pPr>
        <w:pStyle w:val="Text1-1"/>
      </w:pPr>
      <w:r>
        <w:t>V bodě 11.4 Obchodních podmínek se lhůta upravuje na dva (2) dny.</w:t>
      </w:r>
    </w:p>
    <w:p w14:paraId="72BE3858" w14:textId="77777777" w:rsidR="00214C3E" w:rsidRDefault="00214C3E" w:rsidP="00214C3E">
      <w:pPr>
        <w:pStyle w:val="Text1-1"/>
      </w:pPr>
      <w:r>
        <w:t>V bodě 11.5 Obchodních podmínek se lhůta upravuje na tři (3) dny.</w:t>
      </w:r>
    </w:p>
    <w:p w14:paraId="06848866" w14:textId="77777777" w:rsidR="00214C3E" w:rsidRDefault="00214C3E" w:rsidP="00214C3E">
      <w:pPr>
        <w:pStyle w:val="Text1-1"/>
      </w:pPr>
      <w:r>
        <w:t>V bodě 11.6 Obchodních podmínek se lhůta upravuje na dva (2) dny.</w:t>
      </w:r>
    </w:p>
    <w:p w14:paraId="33DC08DA" w14:textId="77777777" w:rsidR="0007653B" w:rsidRDefault="0007653B" w:rsidP="0007653B">
      <w:pPr>
        <w:pStyle w:val="Text1-1"/>
      </w:pPr>
      <w:r>
        <w:t>Ustanovení bodu 13.2 a 13.3 Obchodních podmínek se pro účely této Smlouvy neuplatní a nahrazují se takto:</w:t>
      </w:r>
    </w:p>
    <w:p w14:paraId="1B4C5523" w14:textId="77777777" w:rsidR="0007653B" w:rsidRDefault="0007653B" w:rsidP="008E3804">
      <w:pPr>
        <w:pStyle w:val="Textbezslovn"/>
      </w:pPr>
      <w:r>
        <w:t>Daňové doklady vystavené dle odst. 13.1 Obchodních podmínek se považují za kompletní, obsahují-li všechny následující přílohy:</w:t>
      </w:r>
    </w:p>
    <w:p w14:paraId="5A6ACD32" w14:textId="77777777" w:rsidR="0007653B" w:rsidRDefault="0007653B" w:rsidP="00D976E7">
      <w:pPr>
        <w:pStyle w:val="Odstavec1-1a"/>
        <w:numPr>
          <w:ilvl w:val="0"/>
          <w:numId w:val="38"/>
        </w:numPr>
      </w:pPr>
      <w:r>
        <w:t>zjišťovací protokoly,</w:t>
      </w:r>
    </w:p>
    <w:p w14:paraId="4E4EDAD1" w14:textId="77777777" w:rsidR="0007653B" w:rsidRDefault="0007653B" w:rsidP="008E3804">
      <w:pPr>
        <w:pStyle w:val="Odstavec1-1a"/>
      </w:pPr>
      <w:r>
        <w:lastRenderedPageBreak/>
        <w:t>Objednatelem resp. TDS odsouhlasený soupis provedených prací (bez protokolů o skutečné výměře).</w:t>
      </w:r>
    </w:p>
    <w:p w14:paraId="422D7418" w14:textId="77777777" w:rsidR="0007653B" w:rsidRDefault="0007653B" w:rsidP="008E3804">
      <w:pPr>
        <w:pStyle w:val="Textbezslovn"/>
      </w:pPr>
      <w:r>
        <w:t>Zhotovitel vyhotoví každý daňový doklad ve dvou (2) tištěných originálech a dále pak jednou v elektronické podobě.</w:t>
      </w:r>
    </w:p>
    <w:p w14:paraId="64CB9355" w14:textId="77777777" w:rsidR="00980ADA" w:rsidRDefault="00214C3E" w:rsidP="00214C3E">
      <w:pPr>
        <w:pStyle w:val="Text1-1"/>
      </w:pPr>
      <w:r>
        <w:t>Bod 13.9 Obchodních podmínek se mění takto:</w:t>
      </w:r>
    </w:p>
    <w:p w14:paraId="70E0232E" w14:textId="1A08C780"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19D26BD4"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387F555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7F8F23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47045F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12394B2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3B0608F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191C83C" w14:textId="77777777" w:rsidR="00C26A57" w:rsidRDefault="00C26A57" w:rsidP="00214C3E">
      <w:pPr>
        <w:pStyle w:val="Text1-1"/>
      </w:pPr>
      <w:r>
        <w:t>V bodě 20.12 Obchodních podmínek se za text „za každý započatý měsíc prodlení“ nahrazuje textem „za každý den prodlení“.</w:t>
      </w:r>
    </w:p>
    <w:p w14:paraId="00BB98F7" w14:textId="77777777" w:rsidR="00214C3E" w:rsidRDefault="00214C3E" w:rsidP="00214C3E">
      <w:pPr>
        <w:pStyle w:val="Text1-1"/>
      </w:pPr>
      <w:r>
        <w:t>V bodě 21.1.1 a 21.1.2 Obchodních podmínek se lhůty upravují na čtrnáct (14) dní.</w:t>
      </w:r>
    </w:p>
    <w:p w14:paraId="37E7F640" w14:textId="77777777" w:rsidR="00214C3E" w:rsidRDefault="00214C3E" w:rsidP="00214C3E">
      <w:pPr>
        <w:pStyle w:val="Text1-1"/>
      </w:pPr>
      <w:r>
        <w:t>V bodě 22.1.1 a 22.1.2 Obchodních podmínek se lhůty upravují na třicet (30) dní.</w:t>
      </w:r>
    </w:p>
    <w:p w14:paraId="58DEC9C5" w14:textId="77777777" w:rsidR="00F24489" w:rsidRDefault="00214C3E" w:rsidP="00214C3E">
      <w:pPr>
        <w:pStyle w:val="Nadpis1-1"/>
      </w:pPr>
      <w:r w:rsidRPr="00214C3E">
        <w:t>ZPRACOVÁNÍ OSOBNÍCH ÚDAJŮ</w:t>
      </w:r>
    </w:p>
    <w:p w14:paraId="75EF6BAC"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D028EE8"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63149FF" w14:textId="77777777" w:rsidR="00214C3E" w:rsidRDefault="00214C3E" w:rsidP="00214C3E">
      <w:pPr>
        <w:pStyle w:val="Nadpis1-1"/>
      </w:pPr>
      <w:r w:rsidRPr="00464C92">
        <w:t xml:space="preserve">ZÁVĚREČNÁ </w:t>
      </w:r>
      <w:r w:rsidRPr="00214C3E">
        <w:t>USTANOVENÍ</w:t>
      </w:r>
    </w:p>
    <w:p w14:paraId="0BF0B54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C660429"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60BA5D4D"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89A4CF4"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028721C2"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526BF4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A8502A8"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BC394D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930C8BB"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F916741" w14:textId="6D4590DD" w:rsidR="00214C3E" w:rsidRDefault="00214C3E" w:rsidP="00214C3E">
      <w:pPr>
        <w:pStyle w:val="Text1-1"/>
      </w:pPr>
      <w:r w:rsidRPr="00F97DBD">
        <w:t xml:space="preserve">Tato Smlouva je vyhotovena ve </w:t>
      </w:r>
      <w:r w:rsidR="00045C12">
        <w:rPr>
          <w:b/>
        </w:rPr>
        <w:t xml:space="preserve">čtyřech </w:t>
      </w:r>
      <w:r w:rsidRPr="00F97DBD">
        <w:t xml:space="preserve">vyhotoveních, z nichž Objednatel obdrží </w:t>
      </w:r>
      <w:proofErr w:type="spellStart"/>
      <w:r w:rsidR="00045C12" w:rsidRPr="00045C12">
        <w:rPr>
          <w:b/>
          <w:lang w:val="en-US"/>
        </w:rPr>
        <w:t>dvě</w:t>
      </w:r>
      <w:proofErr w:type="spellEnd"/>
      <w:r>
        <w:t xml:space="preserve"> </w:t>
      </w:r>
      <w:r w:rsidRPr="000221A0">
        <w:t>vyhotovení</w:t>
      </w:r>
      <w:r w:rsidRPr="00F97DBD">
        <w:rPr>
          <w:b/>
        </w:rPr>
        <w:t xml:space="preserve"> </w:t>
      </w:r>
      <w:r w:rsidRPr="00F97DBD">
        <w:t xml:space="preserve">a Zhotovitel obdrží </w:t>
      </w:r>
      <w:r w:rsidR="00045C12">
        <w:rPr>
          <w:b/>
        </w:rPr>
        <w:t xml:space="preserve">dvě </w:t>
      </w:r>
      <w:r w:rsidRPr="00F97DBD">
        <w:t>vyhotovení.</w:t>
      </w:r>
    </w:p>
    <w:p w14:paraId="783300B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7AFD0C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E99A8C" w14:textId="77777777" w:rsidR="00214C3E" w:rsidRPr="00516813" w:rsidRDefault="00214C3E" w:rsidP="00214C3E">
      <w:pPr>
        <w:pStyle w:val="Text1-1"/>
      </w:pPr>
      <w:r w:rsidRPr="00516813">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32DA931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6490BC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4BDEE699" w14:textId="77777777" w:rsidTr="005A7872">
        <w:trPr>
          <w:jc w:val="center"/>
        </w:trPr>
        <w:tc>
          <w:tcPr>
            <w:tcW w:w="2031" w:type="pct"/>
          </w:tcPr>
          <w:bookmarkStart w:id="1" w:name="ListAnnex01"/>
          <w:p w14:paraId="3B56B7C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08D41965" w14:textId="38AAC885" w:rsidR="00214C3E" w:rsidRPr="00F97DBD" w:rsidRDefault="00214C3E" w:rsidP="00283609">
            <w:pPr>
              <w:pStyle w:val="Textbezslovn"/>
            </w:pPr>
            <w:r w:rsidRPr="00F97DBD">
              <w:t xml:space="preserve">Obchodní podmínky </w:t>
            </w:r>
          </w:p>
        </w:tc>
      </w:tr>
      <w:bookmarkStart w:id="2" w:name="ListAnnex02"/>
      <w:tr w:rsidR="00214C3E" w:rsidRPr="00F97DBD" w14:paraId="514B5A05" w14:textId="77777777" w:rsidTr="005A7872">
        <w:trPr>
          <w:jc w:val="center"/>
        </w:trPr>
        <w:tc>
          <w:tcPr>
            <w:tcW w:w="2031" w:type="pct"/>
          </w:tcPr>
          <w:p w14:paraId="41414A2F"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00C7B54F" w14:textId="4E93B136" w:rsidR="00214C3E" w:rsidRPr="00F97DBD" w:rsidRDefault="00214C3E" w:rsidP="009966A5">
            <w:pPr>
              <w:pStyle w:val="Textbezslovn"/>
              <w:jc w:val="left"/>
            </w:pPr>
            <w:r w:rsidRPr="00F97DBD">
              <w:t>Technické</w:t>
            </w:r>
            <w:r w:rsidR="00045C12">
              <w:t xml:space="preserve"> </w:t>
            </w:r>
            <w:r w:rsidRPr="00F97DBD">
              <w:t xml:space="preserve">podmínky: </w:t>
            </w:r>
            <w:r w:rsidRPr="00F97DBD">
              <w:br/>
              <w:t xml:space="preserve">a) Technické kvalitativní podmínky staveb státních drah (TKP Staveb) </w:t>
            </w:r>
          </w:p>
          <w:p w14:paraId="08834F13" w14:textId="420AF62B" w:rsidR="00214C3E" w:rsidRPr="00F97DBD" w:rsidRDefault="00214C3E" w:rsidP="00214C3E">
            <w:pPr>
              <w:pStyle w:val="Textbezslovn"/>
            </w:pPr>
            <w:r w:rsidRPr="00F97DBD">
              <w:t xml:space="preserve">b) Všeobecné technické podmínky realizace stavby </w:t>
            </w:r>
          </w:p>
          <w:p w14:paraId="307D484C" w14:textId="280DC46B" w:rsidR="00214C3E" w:rsidRPr="00F97DBD" w:rsidRDefault="00214C3E" w:rsidP="00283609">
            <w:pPr>
              <w:pStyle w:val="Textbezslovn"/>
            </w:pPr>
            <w:r w:rsidRPr="00F97DBD">
              <w:t xml:space="preserve">c) Zvláštní technické podmínky </w:t>
            </w:r>
          </w:p>
        </w:tc>
      </w:tr>
      <w:bookmarkStart w:id="3" w:name="ListAnnex03"/>
      <w:tr w:rsidR="00214C3E" w:rsidRPr="00F97DBD" w14:paraId="1EB9D7FE" w14:textId="77777777" w:rsidTr="005A7872">
        <w:trPr>
          <w:jc w:val="center"/>
        </w:trPr>
        <w:tc>
          <w:tcPr>
            <w:tcW w:w="2031" w:type="pct"/>
          </w:tcPr>
          <w:p w14:paraId="52C9622C"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12C806CE" w14:textId="280B7628" w:rsidR="00214C3E" w:rsidRPr="00F97DBD" w:rsidRDefault="00214C3E" w:rsidP="00214C3E">
            <w:pPr>
              <w:pStyle w:val="Textbezslovn"/>
            </w:pPr>
            <w:r w:rsidRPr="00F97DBD">
              <w:t>Související dokumenty</w:t>
            </w:r>
            <w:r w:rsidR="00D8747D">
              <w:t xml:space="preserve"> - neobsazeno</w:t>
            </w:r>
          </w:p>
        </w:tc>
      </w:tr>
      <w:bookmarkStart w:id="4" w:name="ListAnnex04"/>
      <w:tr w:rsidR="00214C3E" w:rsidRPr="00F97DBD" w14:paraId="622F7D3C" w14:textId="77777777" w:rsidTr="005A7872">
        <w:trPr>
          <w:jc w:val="center"/>
        </w:trPr>
        <w:tc>
          <w:tcPr>
            <w:tcW w:w="2031" w:type="pct"/>
          </w:tcPr>
          <w:p w14:paraId="5A9FE5D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43425123"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F6500DE" w14:textId="77777777" w:rsidTr="005A7872">
        <w:trPr>
          <w:jc w:val="center"/>
        </w:trPr>
        <w:tc>
          <w:tcPr>
            <w:tcW w:w="2031" w:type="pct"/>
          </w:tcPr>
          <w:p w14:paraId="52E4589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D285581" w14:textId="77777777" w:rsidR="00214C3E" w:rsidRPr="00F97DBD" w:rsidRDefault="00214C3E" w:rsidP="00214C3E">
            <w:pPr>
              <w:pStyle w:val="Textbezslovn"/>
            </w:pPr>
            <w:r w:rsidRPr="00F97DBD">
              <w:t>Harmonogram postupu prací</w:t>
            </w:r>
          </w:p>
        </w:tc>
      </w:tr>
      <w:bookmarkStart w:id="6" w:name="ListAnnex06"/>
      <w:tr w:rsidR="00214C3E" w:rsidRPr="00F97DBD" w14:paraId="0BC121F9" w14:textId="77777777" w:rsidTr="005A7872">
        <w:trPr>
          <w:jc w:val="center"/>
        </w:trPr>
        <w:tc>
          <w:tcPr>
            <w:tcW w:w="2031" w:type="pct"/>
          </w:tcPr>
          <w:p w14:paraId="50DF17A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99BDEDA" w14:textId="77777777" w:rsidR="00214C3E" w:rsidRPr="00F97DBD" w:rsidRDefault="00214C3E" w:rsidP="00214C3E">
            <w:pPr>
              <w:pStyle w:val="Textbezslovn"/>
            </w:pPr>
            <w:r w:rsidRPr="00F97DBD">
              <w:t>Oprávněné osoby</w:t>
            </w:r>
          </w:p>
        </w:tc>
      </w:tr>
      <w:bookmarkStart w:id="7" w:name="ListAnnex07"/>
      <w:tr w:rsidR="00214C3E" w:rsidRPr="00F97DBD" w14:paraId="4FEB323E" w14:textId="77777777" w:rsidTr="005A7872">
        <w:trPr>
          <w:jc w:val="center"/>
        </w:trPr>
        <w:tc>
          <w:tcPr>
            <w:tcW w:w="2031" w:type="pct"/>
          </w:tcPr>
          <w:p w14:paraId="0B40F99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B3EF2B" w14:textId="77777777" w:rsidR="00214C3E" w:rsidRPr="00F97DBD" w:rsidRDefault="00214C3E" w:rsidP="00214C3E">
            <w:pPr>
              <w:pStyle w:val="Textbezslovn"/>
            </w:pPr>
            <w:r w:rsidRPr="00F97DBD">
              <w:t>Seznam požadovaných pojištění</w:t>
            </w:r>
          </w:p>
        </w:tc>
      </w:tr>
      <w:tr w:rsidR="00214C3E" w:rsidRPr="00F97DBD" w14:paraId="580ECF8C" w14:textId="77777777" w:rsidTr="005A7872">
        <w:trPr>
          <w:jc w:val="center"/>
        </w:trPr>
        <w:tc>
          <w:tcPr>
            <w:tcW w:w="2031" w:type="pct"/>
          </w:tcPr>
          <w:p w14:paraId="0CF34467" w14:textId="77777777" w:rsidR="00214C3E" w:rsidRDefault="001E21EE"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B93C8A8" w14:textId="77777777" w:rsidR="00214C3E" w:rsidRPr="00F97DBD" w:rsidRDefault="00214C3E" w:rsidP="00214C3E">
            <w:pPr>
              <w:pStyle w:val="Textbezslovn"/>
            </w:pPr>
            <w:r w:rsidRPr="00214C3E">
              <w:rPr>
                <w:u w:val="single"/>
              </w:rPr>
              <w:t>Příloha č. 9</w:t>
            </w:r>
            <w:r>
              <w:t>:</w:t>
            </w:r>
          </w:p>
        </w:tc>
        <w:tc>
          <w:tcPr>
            <w:tcW w:w="2969" w:type="pct"/>
          </w:tcPr>
          <w:p w14:paraId="1F85B970" w14:textId="77777777" w:rsidR="00214C3E" w:rsidRDefault="00214C3E" w:rsidP="00214C3E">
            <w:pPr>
              <w:pStyle w:val="Textbezslovn"/>
            </w:pPr>
            <w:r w:rsidRPr="00F97DBD">
              <w:t xml:space="preserve">Seznam </w:t>
            </w:r>
            <w:r>
              <w:t>pod</w:t>
            </w:r>
            <w:r w:rsidRPr="00F97DBD">
              <w:t>dodavatelů</w:t>
            </w:r>
          </w:p>
          <w:p w14:paraId="6827C072" w14:textId="77777777" w:rsidR="00214C3E" w:rsidRPr="00F97DBD" w:rsidRDefault="00214C3E" w:rsidP="00214C3E">
            <w:pPr>
              <w:pStyle w:val="Textbezslovn"/>
            </w:pPr>
            <w:r>
              <w:t>Zmocnění Vedoucího Zhotovitele</w:t>
            </w:r>
          </w:p>
        </w:tc>
      </w:tr>
    </w:tbl>
    <w:p w14:paraId="4B3D0A8C" w14:textId="77777777" w:rsidR="00214C3E" w:rsidRDefault="00214C3E" w:rsidP="00F24489">
      <w:pPr>
        <w:pStyle w:val="slovanseznam"/>
        <w:numPr>
          <w:ilvl w:val="0"/>
          <w:numId w:val="0"/>
        </w:numPr>
        <w:ind w:left="567"/>
      </w:pPr>
    </w:p>
    <w:p w14:paraId="7FCA6AC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124F42" w14:textId="7C2355F9" w:rsidR="001E21EE" w:rsidRDefault="001E21EE" w:rsidP="009F0867">
      <w:pPr>
        <w:pStyle w:val="Textbezodsazen"/>
      </w:pPr>
    </w:p>
    <w:p w14:paraId="72A620DF" w14:textId="166AD089" w:rsidR="001E21EE" w:rsidRDefault="001E21EE" w:rsidP="009F0867">
      <w:pPr>
        <w:pStyle w:val="Textbezodsazen"/>
      </w:pPr>
      <w:r>
        <w:t>Za objednatele</w:t>
      </w:r>
      <w:r>
        <w:tab/>
      </w:r>
      <w:r>
        <w:tab/>
      </w:r>
      <w:r>
        <w:tab/>
      </w:r>
      <w:r>
        <w:tab/>
      </w:r>
      <w:r>
        <w:tab/>
      </w:r>
      <w:r>
        <w:tab/>
        <w:t>Za zhotovitele</w:t>
      </w:r>
      <w:bookmarkStart w:id="8" w:name="_GoBack"/>
      <w:bookmarkEnd w:id="8"/>
    </w:p>
    <w:p w14:paraId="363F21E1" w14:textId="53698023" w:rsidR="00F422D3" w:rsidRDefault="00214C3E" w:rsidP="009F0867">
      <w:pPr>
        <w:pStyle w:val="Textbezodsazen"/>
      </w:pPr>
      <w:r>
        <w:t>V</w:t>
      </w:r>
      <w:r w:rsidR="00045C12">
        <w:t xml:space="preserve"> Brně </w:t>
      </w:r>
      <w:r>
        <w:t>dne ……</w:t>
      </w:r>
      <w:r w:rsidR="00995AED">
        <w:t>…….</w:t>
      </w:r>
      <w:r>
        <w:t>………</w:t>
      </w:r>
      <w:r w:rsidR="00F422D3">
        <w:tab/>
      </w:r>
      <w:r w:rsidR="00045C12">
        <w:tab/>
      </w:r>
      <w:r w:rsidR="00F422D3">
        <w:tab/>
      </w:r>
      <w:r w:rsidR="00F422D3">
        <w:tab/>
      </w:r>
      <w:r>
        <w:t>V………………… dne ……</w:t>
      </w:r>
      <w:r w:rsidR="00995AED">
        <w:t>……………</w:t>
      </w:r>
      <w:r>
        <w:t>…</w:t>
      </w:r>
    </w:p>
    <w:p w14:paraId="2F0374BA" w14:textId="77777777" w:rsidR="00F422D3" w:rsidRDefault="00F422D3" w:rsidP="009F0867">
      <w:pPr>
        <w:pStyle w:val="Textbezodsazen"/>
      </w:pPr>
    </w:p>
    <w:p w14:paraId="3287505C" w14:textId="67380AC9" w:rsidR="006D6483" w:rsidRDefault="006D6483" w:rsidP="009F0867">
      <w:pPr>
        <w:pStyle w:val="Textbezodsazen"/>
      </w:pPr>
    </w:p>
    <w:p w14:paraId="6C02AFD6" w14:textId="254413F7" w:rsidR="001E21EE" w:rsidRDefault="001E21EE" w:rsidP="009F0867">
      <w:pPr>
        <w:pStyle w:val="Textbezodsazen"/>
      </w:pPr>
    </w:p>
    <w:p w14:paraId="3FBEA5ED" w14:textId="77777777" w:rsidR="001E21EE" w:rsidRDefault="001E21EE" w:rsidP="009F0867">
      <w:pPr>
        <w:pStyle w:val="Textbezodsazen"/>
      </w:pPr>
    </w:p>
    <w:p w14:paraId="45920109" w14:textId="7A9510FF" w:rsidR="00045C12" w:rsidRDefault="00F422D3" w:rsidP="009F0867">
      <w:pPr>
        <w:pStyle w:val="Textbezodsazen"/>
      </w:pPr>
      <w:r>
        <w:t>………………………………</w:t>
      </w:r>
      <w:r w:rsidR="00995AED">
        <w:t>…</w:t>
      </w:r>
      <w:r>
        <w:t>………</w:t>
      </w:r>
      <w:r>
        <w:tab/>
      </w:r>
      <w:r>
        <w:tab/>
      </w:r>
      <w:r>
        <w:tab/>
      </w:r>
      <w:r>
        <w:tab/>
      </w:r>
      <w:r w:rsidR="00214C3E">
        <w:t>……………………</w:t>
      </w:r>
      <w:r w:rsidR="00995AED">
        <w:t>………</w:t>
      </w:r>
      <w:r w:rsidR="00214C3E">
        <w:t>……………</w:t>
      </w:r>
      <w:r w:rsidR="00995AED">
        <w:t>..</w:t>
      </w:r>
      <w:r w:rsidR="00214C3E">
        <w:t>……</w:t>
      </w:r>
      <w:r>
        <w:tab/>
      </w:r>
    </w:p>
    <w:p w14:paraId="1C698ED0" w14:textId="0C6DBB11" w:rsidR="00045C12" w:rsidRDefault="00045C12" w:rsidP="00995AED">
      <w:pPr>
        <w:pStyle w:val="Textbezodsazen"/>
        <w:spacing w:after="0"/>
      </w:pPr>
      <w:r>
        <w:t>Ing. Libor Tkáč</w:t>
      </w:r>
      <w:r w:rsidRPr="00045C12">
        <w:t xml:space="preserve"> </w:t>
      </w:r>
      <w:r>
        <w:tab/>
      </w:r>
      <w:r>
        <w:tab/>
      </w:r>
      <w:r>
        <w:tab/>
      </w:r>
      <w:r>
        <w:tab/>
      </w:r>
      <w:r>
        <w:tab/>
        <w:t>Zhotovitel</w:t>
      </w:r>
    </w:p>
    <w:p w14:paraId="7E570338" w14:textId="15E54189" w:rsidR="00F422D3" w:rsidRDefault="00045C12" w:rsidP="00995AED">
      <w:pPr>
        <w:pStyle w:val="Textbezodsazen"/>
        <w:spacing w:after="0"/>
      </w:pPr>
      <w:r>
        <w:lastRenderedPageBreak/>
        <w:t>ředitel Oblastního ředitelství Brno</w:t>
      </w:r>
      <w:r>
        <w:tab/>
      </w:r>
    </w:p>
    <w:p w14:paraId="6B23794C" w14:textId="77777777" w:rsidR="00F422D3" w:rsidRDefault="00F422D3" w:rsidP="009F0867">
      <w:pPr>
        <w:pStyle w:val="Textbezodsazen"/>
      </w:pPr>
    </w:p>
    <w:p w14:paraId="4AF13F7C" w14:textId="77777777" w:rsidR="00F422D3" w:rsidRDefault="00F422D3" w:rsidP="009F0867">
      <w:pPr>
        <w:pStyle w:val="Textbezodsazen"/>
      </w:pPr>
    </w:p>
    <w:p w14:paraId="241D6106" w14:textId="77777777" w:rsidR="00E901A3" w:rsidRDefault="00E901A3" w:rsidP="009F0867">
      <w:pPr>
        <w:pStyle w:val="Textbezodsazen"/>
      </w:pPr>
    </w:p>
    <w:p w14:paraId="161FE904" w14:textId="77777777" w:rsidR="00E901A3" w:rsidRDefault="00E901A3" w:rsidP="009F0867">
      <w:pPr>
        <w:pStyle w:val="Textbezodsazen"/>
      </w:pPr>
    </w:p>
    <w:p w14:paraId="613AFD04" w14:textId="77777777" w:rsidR="00CB4F6D" w:rsidRDefault="00CB4F6D">
      <w:r>
        <w:br w:type="page"/>
      </w:r>
    </w:p>
    <w:p w14:paraId="2F0975FE"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19006E90" w14:textId="77777777" w:rsidR="00CB4F6D" w:rsidRDefault="00CB4F6D" w:rsidP="00F762A8">
      <w:pPr>
        <w:pStyle w:val="Nadpisbezsl1-1"/>
      </w:pPr>
      <w:r>
        <w:lastRenderedPageBreak/>
        <w:t>Příloha č. 1</w:t>
      </w:r>
    </w:p>
    <w:p w14:paraId="409E4342" w14:textId="77777777" w:rsidR="00E463D2" w:rsidRPr="00E463D2" w:rsidRDefault="00E463D2" w:rsidP="00E463D2">
      <w:pPr>
        <w:pStyle w:val="Nadpisbezsl1-2"/>
      </w:pPr>
      <w:r w:rsidRPr="00E463D2">
        <w:t>Obchodní podmínky</w:t>
      </w:r>
    </w:p>
    <w:p w14:paraId="637B647E" w14:textId="77777777" w:rsidR="00CB4F6D" w:rsidRPr="00E463D2" w:rsidRDefault="00CB4F6D" w:rsidP="00E463D2">
      <w:pPr>
        <w:pStyle w:val="Textbezodsazen"/>
      </w:pPr>
    </w:p>
    <w:p w14:paraId="4330ED32" w14:textId="4EB9A8DB" w:rsidR="00995AED" w:rsidRPr="00CD18C6" w:rsidRDefault="00102C54" w:rsidP="00102C54">
      <w:pPr>
        <w:pStyle w:val="Nadpisbezsl1-2"/>
        <w:jc w:val="both"/>
        <w:rPr>
          <w:rFonts w:ascii="Verdana" w:hAnsi="Verdana"/>
          <w:b w:val="0"/>
          <w:sz w:val="18"/>
          <w:szCs w:val="18"/>
        </w:rPr>
      </w:pPr>
      <w:r w:rsidRPr="00EA748B">
        <w:rPr>
          <w:rFonts w:ascii="Verdana" w:hAnsi="Verdana"/>
          <w:b w:val="0"/>
          <w:sz w:val="18"/>
          <w:szCs w:val="18"/>
        </w:rPr>
        <w:t>Obchodní podmínky</w:t>
      </w:r>
      <w:r w:rsidRPr="00102C54">
        <w:rPr>
          <w:rFonts w:ascii="Verdana" w:hAnsi="Verdana"/>
          <w:b w:val="0"/>
          <w:sz w:val="18"/>
          <w:szCs w:val="18"/>
        </w:rPr>
        <w:t xml:space="preserve"> nejsou pevně připojeny ke Smlouvě</w:t>
      </w:r>
      <w:r>
        <w:rPr>
          <w:rFonts w:ascii="Verdana" w:hAnsi="Verdana"/>
          <w:b w:val="0"/>
          <w:sz w:val="18"/>
          <w:szCs w:val="18"/>
        </w:rPr>
        <w:t>, z</w:t>
      </w:r>
      <w:r w:rsidR="00995AED" w:rsidRPr="00EA748B">
        <w:rPr>
          <w:rFonts w:ascii="Verdana" w:hAnsi="Verdana"/>
          <w:b w:val="0"/>
          <w:sz w:val="18"/>
          <w:szCs w:val="18"/>
        </w:rPr>
        <w:t xml:space="preserve">hotovitel obdržel Obchodní podmínky společně se zadávací dokumentací prostřednictvím profilu zadavatele </w:t>
      </w:r>
      <w:hyperlink r:id="rId17" w:history="1">
        <w:r w:rsidR="00C471A3" w:rsidRPr="0024218E">
          <w:rPr>
            <w:rStyle w:val="Hypertextovodkaz"/>
            <w:rFonts w:ascii="Verdana" w:hAnsi="Verdana"/>
            <w:sz w:val="18"/>
            <w:szCs w:val="18"/>
          </w:rPr>
          <w:t>https://zakazky.spravazeleznic.cz/</w:t>
        </w:r>
      </w:hyperlink>
      <w:r w:rsidR="00995AED" w:rsidRPr="00EA748B">
        <w:rPr>
          <w:rFonts w:ascii="Verdana" w:hAnsi="Verdana"/>
          <w:b w:val="0"/>
          <w:sz w:val="18"/>
          <w:szCs w:val="18"/>
        </w:rPr>
        <w:t xml:space="preserve">, zhotovitel prohlašuje, že Obchodní podmínky mu byly v elektronické podobě předány před podpisem této smlouvy nebo je má jinak k dispozici, že s jejich obsahem je seznámen, a že </w:t>
      </w:r>
      <w:r w:rsidR="00995AED">
        <w:rPr>
          <w:rFonts w:ascii="Verdana" w:hAnsi="Verdana"/>
          <w:b w:val="0"/>
          <w:sz w:val="18"/>
          <w:szCs w:val="18"/>
        </w:rPr>
        <w:t>jejich obsah je pro něj závazný.</w:t>
      </w:r>
    </w:p>
    <w:p w14:paraId="6F826A86" w14:textId="6080AB1A" w:rsidR="00995AED" w:rsidRPr="00EA748B" w:rsidRDefault="00995AED" w:rsidP="00995AED">
      <w:pPr>
        <w:pStyle w:val="Nadpisbezsl1-2"/>
        <w:jc w:val="both"/>
        <w:rPr>
          <w:rFonts w:ascii="Verdana" w:hAnsi="Verdana"/>
          <w:b w:val="0"/>
          <w:sz w:val="18"/>
          <w:szCs w:val="18"/>
        </w:rPr>
      </w:pPr>
    </w:p>
    <w:p w14:paraId="0FCB1F5A" w14:textId="77777777" w:rsidR="007145F3" w:rsidRDefault="007145F3" w:rsidP="00CB4F6D">
      <w:pPr>
        <w:pStyle w:val="Textbezodsazen"/>
      </w:pPr>
    </w:p>
    <w:p w14:paraId="7E7E708C" w14:textId="77777777" w:rsidR="007145F3" w:rsidRDefault="007145F3" w:rsidP="00CB4F6D">
      <w:pPr>
        <w:pStyle w:val="Textbezodsazen"/>
      </w:pPr>
    </w:p>
    <w:p w14:paraId="53B0952F" w14:textId="77777777" w:rsidR="007145F3" w:rsidRDefault="007145F3" w:rsidP="00CB4F6D">
      <w:pPr>
        <w:pStyle w:val="Textbezodsazen"/>
      </w:pPr>
    </w:p>
    <w:p w14:paraId="3857FC53" w14:textId="77777777" w:rsidR="00CB4F6D" w:rsidRDefault="00CB4F6D" w:rsidP="00866994">
      <w:pPr>
        <w:pStyle w:val="Textbezodsazen"/>
      </w:pPr>
    </w:p>
    <w:p w14:paraId="2277C43C"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67B00198" w14:textId="77777777" w:rsidR="00E463D2" w:rsidRPr="00F97DBD" w:rsidRDefault="00E463D2" w:rsidP="00E463D2">
      <w:pPr>
        <w:pStyle w:val="Nadpisbezsl1-1"/>
      </w:pPr>
      <w:r w:rsidRPr="00F97DBD">
        <w:lastRenderedPageBreak/>
        <w:t>Příloha č. 2</w:t>
      </w:r>
    </w:p>
    <w:p w14:paraId="663A0F37" w14:textId="6A2B8206" w:rsidR="00E463D2" w:rsidRDefault="00E463D2" w:rsidP="00E463D2">
      <w:pPr>
        <w:pStyle w:val="Nadpisbezsl1-2"/>
      </w:pPr>
      <w:r w:rsidRPr="00F97DBD">
        <w:t xml:space="preserve">Technické podmínky: </w:t>
      </w:r>
    </w:p>
    <w:p w14:paraId="22280D81" w14:textId="77777777" w:rsidR="00D8747D" w:rsidRPr="00F97DBD" w:rsidRDefault="00D8747D" w:rsidP="00E463D2">
      <w:pPr>
        <w:pStyle w:val="Nadpisbezsl1-2"/>
      </w:pPr>
    </w:p>
    <w:p w14:paraId="5C669981"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671BD29C" w14:textId="77777777" w:rsidR="00A90618" w:rsidRPr="00102C54" w:rsidRDefault="00A90618" w:rsidP="00102C54">
      <w:pPr>
        <w:pStyle w:val="Textbezslovn"/>
        <w:ind w:left="284"/>
        <w:rPr>
          <w:rFonts w:ascii="Verdana" w:hAnsi="Verdana"/>
        </w:rPr>
      </w:pPr>
      <w:r w:rsidRPr="00102C54">
        <w:rPr>
          <w:rFonts w:ascii="Verdana" w:hAnsi="Verdana"/>
        </w:rPr>
        <w:t xml:space="preserve">Technické kvalitativní podmínky staveb státních drah (TKP) nejsou pevně připojeny ke Smlouvě, ale jsou přístupné na </w:t>
      </w:r>
      <w:r w:rsidRPr="00102C54">
        <w:rPr>
          <w:rStyle w:val="Hypertextovodkaz"/>
          <w:b/>
          <w:u w:val="none"/>
        </w:rPr>
        <w:t>http://typdok.tudc.cz</w:t>
      </w:r>
      <w:r w:rsidRPr="00102C54">
        <w:rPr>
          <w:rFonts w:ascii="Verdana" w:hAnsi="Verdana"/>
        </w:rPr>
        <w:t>; byly taktéž poskytnuty jako součást zadávací dokumentace uveřejněné na profilu zadavatele.</w:t>
      </w:r>
    </w:p>
    <w:p w14:paraId="316BA854" w14:textId="0EA4887B" w:rsidR="00E463D2" w:rsidRPr="00102C54" w:rsidRDefault="00A90618" w:rsidP="00102C54">
      <w:pPr>
        <w:pStyle w:val="Textbezslovn"/>
        <w:ind w:left="284"/>
        <w:rPr>
          <w:rFonts w:ascii="Verdana" w:hAnsi="Verdana"/>
        </w:rPr>
      </w:pPr>
      <w:r w:rsidRPr="00102C54">
        <w:rPr>
          <w:rFonts w:ascii="Verdana" w:hAnsi="Verdana"/>
        </w:rPr>
        <w:t xml:space="preserve">Smluvní strany podpisem této Smlouvy stvrzují, že jsou s obsahem TKP Staveb plně seznámeny a že v souladu s </w:t>
      </w:r>
      <w:proofErr w:type="spellStart"/>
      <w:r w:rsidRPr="00102C54">
        <w:rPr>
          <w:rFonts w:ascii="Verdana" w:hAnsi="Verdana"/>
        </w:rPr>
        <w:t>ust</w:t>
      </w:r>
      <w:proofErr w:type="spellEnd"/>
      <w:r w:rsidRPr="00102C54">
        <w:rPr>
          <w:rFonts w:ascii="Verdana" w:hAnsi="Verdana"/>
        </w:rPr>
        <w:t>. § 1751 občanského zákoníku TKP Staveb tvoří část obsahu Smlouvy. TKP Staveb jsou pro Zhotovitele závazné s aplikací platných předpisů uvedených v příslušné kapitole TKP Staveb.</w:t>
      </w:r>
    </w:p>
    <w:p w14:paraId="5914959F" w14:textId="4B9355CB" w:rsidR="00102C54" w:rsidRDefault="00102C54" w:rsidP="00A90618">
      <w:pPr>
        <w:pStyle w:val="Textbezslovn"/>
      </w:pPr>
    </w:p>
    <w:p w14:paraId="6E4F272F" w14:textId="77777777" w:rsidR="00D8747D" w:rsidRDefault="00D8747D" w:rsidP="00A90618">
      <w:pPr>
        <w:pStyle w:val="Textbezslovn"/>
      </w:pPr>
    </w:p>
    <w:p w14:paraId="4C87E682" w14:textId="77777777" w:rsidR="00102C54" w:rsidRPr="002E4134" w:rsidRDefault="00102C54" w:rsidP="00A90618">
      <w:pPr>
        <w:pStyle w:val="Textbezslovn"/>
      </w:pPr>
    </w:p>
    <w:p w14:paraId="0A256973" w14:textId="3411DD39" w:rsidR="00956A82" w:rsidRDefault="00E463D2" w:rsidP="00C727FB">
      <w:pPr>
        <w:pStyle w:val="Odstavec1-1a"/>
      </w:pPr>
      <w:r w:rsidRPr="002E4134">
        <w:t xml:space="preserve">Všeobecné technické podmínky </w:t>
      </w:r>
    </w:p>
    <w:p w14:paraId="249270F8" w14:textId="12DD8B4A" w:rsidR="00102C54" w:rsidRPr="00EA748B" w:rsidRDefault="00102C54" w:rsidP="00102C54">
      <w:pPr>
        <w:pStyle w:val="Textbezslovn"/>
        <w:ind w:left="284"/>
        <w:rPr>
          <w:rFonts w:ascii="Verdana" w:hAnsi="Verdana"/>
        </w:rPr>
      </w:pPr>
      <w:r w:rsidRPr="00EA748B">
        <w:rPr>
          <w:rFonts w:ascii="Verdana" w:hAnsi="Verdana"/>
        </w:rPr>
        <w:t xml:space="preserve">Zhotovitel obdržel Všeobecné technické podmínky společně se zadávací dokumentací prostřednictvím profilu zadavatele </w:t>
      </w:r>
      <w:hyperlink r:id="rId20" w:history="1">
        <w:r w:rsidR="00C471A3" w:rsidRPr="0024218E">
          <w:rPr>
            <w:rStyle w:val="Hypertextovodkaz"/>
            <w:rFonts w:ascii="Verdana" w:hAnsi="Verdana"/>
            <w:b/>
          </w:rPr>
          <w:t>https://zakazky.spravazeleznic.cz/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FE803D" w14:textId="54CA0DF5" w:rsidR="00102C54" w:rsidRDefault="00102C54" w:rsidP="00102C54">
      <w:pPr>
        <w:pStyle w:val="Odstavec1-1a"/>
        <w:numPr>
          <w:ilvl w:val="0"/>
          <w:numId w:val="0"/>
        </w:numPr>
        <w:ind w:left="1077" w:hanging="340"/>
      </w:pPr>
    </w:p>
    <w:p w14:paraId="66866377" w14:textId="7EAEE7D3" w:rsidR="00102C54" w:rsidRDefault="00102C54" w:rsidP="00102C54">
      <w:pPr>
        <w:pStyle w:val="Odstavec1-1a"/>
        <w:numPr>
          <w:ilvl w:val="0"/>
          <w:numId w:val="0"/>
        </w:numPr>
        <w:ind w:left="1077" w:hanging="340"/>
      </w:pPr>
    </w:p>
    <w:p w14:paraId="17007421" w14:textId="436E3719" w:rsidR="00102C54" w:rsidRDefault="00102C54" w:rsidP="00102C54">
      <w:pPr>
        <w:pStyle w:val="Odstavec1-1a"/>
        <w:numPr>
          <w:ilvl w:val="0"/>
          <w:numId w:val="0"/>
        </w:numPr>
        <w:ind w:left="1077" w:hanging="340"/>
      </w:pPr>
    </w:p>
    <w:p w14:paraId="764489BA" w14:textId="17F535EE" w:rsidR="00102C54" w:rsidRDefault="00102C54" w:rsidP="00102C54">
      <w:pPr>
        <w:pStyle w:val="Odstavec1-1a"/>
        <w:numPr>
          <w:ilvl w:val="0"/>
          <w:numId w:val="0"/>
        </w:numPr>
        <w:ind w:left="1077" w:hanging="340"/>
      </w:pPr>
    </w:p>
    <w:p w14:paraId="584B0677" w14:textId="480620B7" w:rsidR="00E463D2" w:rsidRPr="00935FE2" w:rsidRDefault="00E463D2" w:rsidP="00E463D2">
      <w:pPr>
        <w:pStyle w:val="Odstavec1-1a"/>
      </w:pPr>
      <w:r w:rsidRPr="00F97DBD">
        <w:t xml:space="preserve">Zvláštní technické podmínky </w:t>
      </w:r>
    </w:p>
    <w:p w14:paraId="5143EB15" w14:textId="25C4BC52" w:rsidR="006C0BB6" w:rsidRPr="00102C54" w:rsidRDefault="00102C54" w:rsidP="00102C54">
      <w:pPr>
        <w:pStyle w:val="Textbezslovn"/>
        <w:ind w:left="284"/>
        <w:rPr>
          <w:rFonts w:ascii="Verdana" w:hAnsi="Verdana"/>
        </w:rPr>
        <w:sectPr w:rsidR="006C0BB6" w:rsidRPr="00102C54"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rsidRPr="00102C54">
        <w:rPr>
          <w:rFonts w:ascii="Verdana" w:hAnsi="Verdana"/>
        </w:rPr>
        <w:t xml:space="preserve">Zhotovitel obdržel Zvláštní technické podmínky společně se zadávací dokumentací prostřednictvím profilu zadavatele </w:t>
      </w:r>
      <w:r w:rsidR="00C471A3">
        <w:rPr>
          <w:rStyle w:val="Hypertextovodkaz"/>
          <w:b/>
          <w:u w:val="none"/>
        </w:rPr>
        <w:t>https://zakazky.spravazeleznic</w:t>
      </w:r>
      <w:r w:rsidRPr="00102C54">
        <w:rPr>
          <w:rStyle w:val="Hypertextovodkaz"/>
          <w:b/>
          <w:u w:val="none"/>
        </w:rPr>
        <w:t>.cz/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r w:rsidR="00E463D2" w:rsidRPr="00102C54">
        <w:rPr>
          <w:rFonts w:ascii="Verdana" w:hAnsi="Verdana"/>
        </w:rPr>
        <w:br w:type="page"/>
      </w:r>
    </w:p>
    <w:p w14:paraId="359E5507" w14:textId="77777777" w:rsidR="00E463D2" w:rsidRDefault="00E463D2" w:rsidP="00F762A8">
      <w:pPr>
        <w:pStyle w:val="Nadpisbezsl1-1"/>
      </w:pPr>
    </w:p>
    <w:p w14:paraId="1630C390" w14:textId="77777777" w:rsidR="00E463D2" w:rsidRPr="00F97DBD" w:rsidRDefault="00E463D2" w:rsidP="00E463D2">
      <w:pPr>
        <w:pStyle w:val="Nadpisbezsl1-1"/>
      </w:pPr>
      <w:r w:rsidRPr="00F97DBD">
        <w:t>Příloha č. 3</w:t>
      </w:r>
    </w:p>
    <w:p w14:paraId="67CB32DE" w14:textId="77777777" w:rsidR="00E463D2" w:rsidRPr="00F97DBD" w:rsidRDefault="00E463D2" w:rsidP="00E463D2">
      <w:pPr>
        <w:pStyle w:val="Nadpisbezsl1-2"/>
      </w:pPr>
      <w:r w:rsidRPr="00F97DBD">
        <w:t>Související dokumenty</w:t>
      </w:r>
    </w:p>
    <w:p w14:paraId="1F08CDE0" w14:textId="77777777" w:rsidR="00500748" w:rsidRDefault="00500748" w:rsidP="00500748">
      <w:pPr>
        <w:pStyle w:val="Odrka1-1"/>
        <w:numPr>
          <w:ilvl w:val="0"/>
          <w:numId w:val="0"/>
        </w:numPr>
        <w:ind w:left="283"/>
      </w:pPr>
    </w:p>
    <w:p w14:paraId="35300E60" w14:textId="645EAC67" w:rsidR="006C0BB6" w:rsidRPr="00500748" w:rsidRDefault="00500748" w:rsidP="00500748">
      <w:pPr>
        <w:pStyle w:val="Odrka1-1"/>
        <w:numPr>
          <w:ilvl w:val="0"/>
          <w:numId w:val="0"/>
        </w:numPr>
        <w:ind w:left="283"/>
        <w:sectPr w:rsidR="006C0BB6" w:rsidRPr="00500748" w:rsidSect="004E70C8">
          <w:footerReference w:type="default" r:id="rId23"/>
          <w:pgSz w:w="11906" w:h="16838" w:code="9"/>
          <w:pgMar w:top="1417" w:right="1417" w:bottom="1417" w:left="1417" w:header="595" w:footer="624" w:gutter="652"/>
          <w:pgNumType w:start="1"/>
          <w:cols w:space="708"/>
          <w:docGrid w:linePitch="360"/>
        </w:sectPr>
      </w:pPr>
      <w:r w:rsidRPr="00500748">
        <w:t>Neobsazeno.</w:t>
      </w:r>
    </w:p>
    <w:p w14:paraId="0FA442D5" w14:textId="77777777" w:rsidR="00E463D2" w:rsidRPr="00F97DBD" w:rsidRDefault="00E463D2" w:rsidP="00E463D2">
      <w:pPr>
        <w:pStyle w:val="Nadpisbezsl1-1"/>
      </w:pPr>
      <w:r w:rsidRPr="00F97DBD">
        <w:lastRenderedPageBreak/>
        <w:t>Příloha č. 4</w:t>
      </w:r>
    </w:p>
    <w:p w14:paraId="2BA4A392" w14:textId="77777777" w:rsidR="00E463D2" w:rsidRPr="00F97DBD" w:rsidRDefault="00A90618" w:rsidP="00E463D2">
      <w:pPr>
        <w:pStyle w:val="Nadpisbezsl1-2"/>
      </w:pPr>
      <w:r>
        <w:t xml:space="preserve">Rekapitulace </w:t>
      </w:r>
      <w:r w:rsidR="00E463D2" w:rsidRPr="00F97DBD">
        <w:t>Ceny Díla</w:t>
      </w:r>
    </w:p>
    <w:p w14:paraId="15F7AB60" w14:textId="77777777" w:rsidR="00E463D2" w:rsidRPr="00154BD0" w:rsidRDefault="002A784C" w:rsidP="00E463D2">
      <w:pPr>
        <w:pStyle w:val="Odrka1-1"/>
        <w:rPr>
          <w:b/>
          <w:bCs/>
          <w:sz w:val="20"/>
          <w:szCs w:val="20"/>
        </w:rPr>
      </w:pPr>
      <w:r w:rsidRPr="00154BD0">
        <w:t xml:space="preserve">Rekapitulace </w:t>
      </w:r>
      <w:r w:rsidR="00E463D2" w:rsidRPr="00154BD0">
        <w:t>Ceny Díla dle jednotlivých položek:</w:t>
      </w:r>
    </w:p>
    <w:p w14:paraId="2B2B3A40" w14:textId="77777777" w:rsidR="00D8747D" w:rsidRDefault="00D8747D" w:rsidP="00D8747D">
      <w:pPr>
        <w:pStyle w:val="Textbezslovn"/>
        <w:ind w:left="0"/>
      </w:pPr>
    </w:p>
    <w:p w14:paraId="59763BB8" w14:textId="09CA2647" w:rsidR="00E463D2" w:rsidRPr="00F97DBD" w:rsidRDefault="00E463D2" w:rsidP="00D8747D">
      <w:pPr>
        <w:pStyle w:val="Textbezslovn"/>
        <w:ind w:left="0"/>
        <w:rPr>
          <w:b/>
          <w:bCs/>
        </w:rPr>
      </w:pPr>
      <w:r w:rsidRPr="009966A5">
        <w:rPr>
          <w:highlight w:val="yellow"/>
        </w:rPr>
        <w:t>Do přílohy Smlouvy bude vložen nabídkový rozpočet zhotovitele předložený v nabídce účastníka</w:t>
      </w:r>
    </w:p>
    <w:p w14:paraId="27DDE460"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068F0B40" w14:textId="77777777" w:rsidR="00ED29F1" w:rsidRDefault="00ED29F1" w:rsidP="00ED29F1">
      <w:pPr>
        <w:pStyle w:val="Nadpisbezsl1-1"/>
      </w:pPr>
      <w:r>
        <w:lastRenderedPageBreak/>
        <w:t>Pří</w:t>
      </w:r>
      <w:r w:rsidR="002C7A28">
        <w:t>loha č. 5</w:t>
      </w:r>
    </w:p>
    <w:p w14:paraId="38AF3798" w14:textId="77777777" w:rsidR="00ED29F1" w:rsidRDefault="00ED29F1" w:rsidP="00ED29F1">
      <w:pPr>
        <w:pStyle w:val="Nadpisbezsl1-2"/>
      </w:pPr>
      <w:r>
        <w:t>Harmonogram postupu prací</w:t>
      </w:r>
    </w:p>
    <w:p w14:paraId="34F4958A" w14:textId="77777777" w:rsidR="00ED29F1" w:rsidRDefault="00ED29F1" w:rsidP="00ED29F1">
      <w:pPr>
        <w:pStyle w:val="Textbezodsazen"/>
      </w:pPr>
    </w:p>
    <w:p w14:paraId="2619A860" w14:textId="77777777" w:rsidR="00ED29F1" w:rsidRPr="00F762A8" w:rsidRDefault="00ED29F1" w:rsidP="00ED29F1">
      <w:pPr>
        <w:pStyle w:val="Textbezodsazen"/>
        <w:rPr>
          <w:highlight w:val="yellow"/>
        </w:rPr>
      </w:pPr>
      <w:r w:rsidRPr="00F762A8">
        <w:rPr>
          <w:highlight w:val="yellow"/>
        </w:rPr>
        <w:t>[VLOŽÍ ZHOTOVITEL]</w:t>
      </w:r>
    </w:p>
    <w:p w14:paraId="415D2B2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E4DBE41"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77888ED7" w14:textId="77777777" w:rsidR="00502690" w:rsidRPr="00B26902" w:rsidRDefault="00ED29F1" w:rsidP="00F762A8">
      <w:pPr>
        <w:pStyle w:val="Nadpisbezsl1-1"/>
      </w:pPr>
      <w:r>
        <w:lastRenderedPageBreak/>
        <w:t>Příloha č. 6</w:t>
      </w:r>
    </w:p>
    <w:p w14:paraId="4CDCB608" w14:textId="77777777" w:rsidR="00502690" w:rsidRPr="00B26902" w:rsidRDefault="00502690" w:rsidP="00F762A8">
      <w:pPr>
        <w:pStyle w:val="Nadpisbezsl1-2"/>
      </w:pPr>
      <w:r>
        <w:t>Oprávněné osoby</w:t>
      </w:r>
    </w:p>
    <w:p w14:paraId="1A58B733" w14:textId="77777777" w:rsidR="00ED29F1" w:rsidRDefault="00ED29F1" w:rsidP="00502690">
      <w:pPr>
        <w:pStyle w:val="Textbezodsazen"/>
        <w:rPr>
          <w:b/>
        </w:rPr>
      </w:pPr>
      <w:r>
        <w:rPr>
          <w:b/>
        </w:rPr>
        <w:t>Za Ob</w:t>
      </w:r>
      <w:r w:rsidRPr="00ED29F1">
        <w:rPr>
          <w:b/>
        </w:rPr>
        <w:t>jednatele:</w:t>
      </w:r>
    </w:p>
    <w:p w14:paraId="5878E35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95AED" w:rsidRPr="00F95FBD" w14:paraId="3A316ED3" w14:textId="77777777" w:rsidTr="00995A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B642D8" w14:textId="77777777" w:rsidR="00995AED" w:rsidRPr="00F95FBD" w:rsidRDefault="00995AED" w:rsidP="00995AED">
            <w:pPr>
              <w:pStyle w:val="Tabulka"/>
              <w:rPr>
                <w:rStyle w:val="Nadpisvtabulce"/>
              </w:rPr>
            </w:pPr>
            <w:r w:rsidRPr="00F95FBD">
              <w:rPr>
                <w:rStyle w:val="Nadpisvtabulce"/>
              </w:rPr>
              <w:t>Jméno a příjmení</w:t>
            </w:r>
          </w:p>
        </w:tc>
        <w:tc>
          <w:tcPr>
            <w:tcW w:w="5812" w:type="dxa"/>
            <w:vAlign w:val="center"/>
          </w:tcPr>
          <w:p w14:paraId="611F30F8" w14:textId="76A66061" w:rsidR="00995AED" w:rsidRDefault="00995AED" w:rsidP="00995AE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Ing. Libor Tkáč</w:t>
            </w:r>
          </w:p>
        </w:tc>
      </w:tr>
      <w:tr w:rsidR="00995AED" w:rsidRPr="00F95FBD" w14:paraId="36411504"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755FF5" w14:textId="77777777" w:rsidR="00995AED" w:rsidRPr="00F95FBD" w:rsidRDefault="00995AED" w:rsidP="00995AED">
            <w:pPr>
              <w:pStyle w:val="Tabulka"/>
              <w:rPr>
                <w:sz w:val="18"/>
              </w:rPr>
            </w:pPr>
            <w:r w:rsidRPr="00F95FBD">
              <w:rPr>
                <w:sz w:val="18"/>
              </w:rPr>
              <w:t>Adresa</w:t>
            </w:r>
          </w:p>
        </w:tc>
        <w:tc>
          <w:tcPr>
            <w:tcW w:w="5812" w:type="dxa"/>
            <w:vAlign w:val="center"/>
          </w:tcPr>
          <w:p w14:paraId="02BCF25A" w14:textId="1B21DC1A"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95AED">
              <w:rPr>
                <w:rFonts w:ascii="Verdana" w:hAnsi="Verdana"/>
                <w:sz w:val="18"/>
              </w:rPr>
              <w:t xml:space="preserve">Kounicova 26, Brno </w:t>
            </w:r>
          </w:p>
        </w:tc>
      </w:tr>
      <w:tr w:rsidR="00995AED" w:rsidRPr="00F95FBD" w14:paraId="325D13E1"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00CB9" w14:textId="77777777" w:rsidR="00995AED" w:rsidRPr="00F95FBD" w:rsidRDefault="00995AED" w:rsidP="00995AED">
            <w:pPr>
              <w:pStyle w:val="Tabulka"/>
              <w:rPr>
                <w:sz w:val="18"/>
              </w:rPr>
            </w:pPr>
            <w:r w:rsidRPr="00F95FBD">
              <w:rPr>
                <w:sz w:val="18"/>
              </w:rPr>
              <w:t>E-mail</w:t>
            </w:r>
          </w:p>
        </w:tc>
        <w:tc>
          <w:tcPr>
            <w:tcW w:w="5812" w:type="dxa"/>
            <w:vAlign w:val="center"/>
          </w:tcPr>
          <w:p w14:paraId="08594B92" w14:textId="3680837D" w:rsidR="00995AED" w:rsidRDefault="00C471A3"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ascii="Verdana" w:hAnsi="Verdana"/>
                <w:sz w:val="18"/>
              </w:rPr>
              <w:t>ORBNOsek@spravazeleznic</w:t>
            </w:r>
            <w:r w:rsidR="00995AED" w:rsidRPr="003F4566">
              <w:rPr>
                <w:rFonts w:ascii="Verdana" w:hAnsi="Verdana"/>
                <w:sz w:val="18"/>
              </w:rPr>
              <w:t>.cz</w:t>
            </w:r>
          </w:p>
        </w:tc>
      </w:tr>
      <w:tr w:rsidR="00995AED" w:rsidRPr="00F95FBD" w14:paraId="3AD3BD17" w14:textId="77777777" w:rsidTr="00995A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D07475" w14:textId="77777777" w:rsidR="00995AED" w:rsidRPr="00F95FBD" w:rsidRDefault="00995AED" w:rsidP="00995AED">
            <w:pPr>
              <w:pStyle w:val="Tabulka"/>
              <w:rPr>
                <w:sz w:val="18"/>
              </w:rPr>
            </w:pPr>
            <w:r w:rsidRPr="00F95FBD">
              <w:rPr>
                <w:sz w:val="18"/>
              </w:rPr>
              <w:t>Telefon</w:t>
            </w:r>
          </w:p>
        </w:tc>
        <w:tc>
          <w:tcPr>
            <w:tcW w:w="5812" w:type="dxa"/>
          </w:tcPr>
          <w:p w14:paraId="06FE0DD2" w14:textId="71DF98B8" w:rsidR="00995AED" w:rsidRDefault="00995AED" w:rsidP="00995AE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F4566">
              <w:rPr>
                <w:rFonts w:ascii="Verdana" w:hAnsi="Verdana"/>
                <w:sz w:val="18"/>
              </w:rPr>
              <w:t>+420 972 621 009</w:t>
            </w:r>
          </w:p>
        </w:tc>
      </w:tr>
    </w:tbl>
    <w:p w14:paraId="6809FB56" w14:textId="77777777" w:rsidR="00ED29F1" w:rsidRPr="00F95FBD" w:rsidRDefault="00ED29F1" w:rsidP="00ED29F1">
      <w:pPr>
        <w:pStyle w:val="Textbezodsazen"/>
      </w:pPr>
    </w:p>
    <w:p w14:paraId="61FC063B" w14:textId="77777777" w:rsidR="00ED29F1" w:rsidRPr="00F95FBD" w:rsidRDefault="00ED29F1" w:rsidP="00ED29F1">
      <w:pPr>
        <w:pStyle w:val="Nadpistabulky"/>
        <w:rPr>
          <w:rFonts w:asciiTheme="minorHAnsi" w:hAnsiTheme="minorHAnsi"/>
          <w:sz w:val="18"/>
          <w:szCs w:val="18"/>
        </w:rPr>
      </w:pPr>
      <w:r w:rsidRPr="0040533E">
        <w:rPr>
          <w:rFonts w:asciiTheme="minorHAnsi" w:hAnsiTheme="minorHAnsi"/>
          <w:sz w:val="18"/>
          <w:szCs w:val="18"/>
        </w:rPr>
        <w:t>Ve věcech technických</w:t>
      </w:r>
    </w:p>
    <w:tbl>
      <w:tblPr>
        <w:tblStyle w:val="Mkatabulky"/>
        <w:tblW w:w="9228" w:type="dxa"/>
        <w:tblLook w:val="04A0" w:firstRow="1" w:lastRow="0" w:firstColumn="1" w:lastColumn="0" w:noHBand="0" w:noVBand="1"/>
      </w:tblPr>
      <w:tblGrid>
        <w:gridCol w:w="3056"/>
        <w:gridCol w:w="5812"/>
        <w:gridCol w:w="360"/>
      </w:tblGrid>
      <w:tr w:rsidR="0040533E" w:rsidRPr="00F95FBD" w14:paraId="20E196C7" w14:textId="77777777" w:rsidTr="004053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7E62B" w14:textId="77777777" w:rsidR="0040533E" w:rsidRPr="00F95FBD" w:rsidRDefault="0040533E" w:rsidP="0040533E">
            <w:pPr>
              <w:pStyle w:val="Tabulka"/>
              <w:rPr>
                <w:rStyle w:val="Nadpisvtabulce"/>
                <w:b w:val="0"/>
              </w:rPr>
            </w:pPr>
            <w:r w:rsidRPr="00F95FBD">
              <w:rPr>
                <w:rStyle w:val="Nadpisvtabulce"/>
                <w:b w:val="0"/>
              </w:rPr>
              <w:t>Jméno a příjmení</w:t>
            </w:r>
          </w:p>
        </w:tc>
        <w:tc>
          <w:tcPr>
            <w:tcW w:w="5812" w:type="dxa"/>
            <w:tcBorders>
              <w:right w:val="nil"/>
            </w:tcBorders>
          </w:tcPr>
          <w:p w14:paraId="3FF1CAF6" w14:textId="160364A1" w:rsidR="0040533E" w:rsidRPr="001D3FE4" w:rsidRDefault="0040533E" w:rsidP="0040533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32D40">
              <w:rPr>
                <w:rFonts w:ascii="Verdana" w:hAnsi="Verdana"/>
                <w:sz w:val="18"/>
              </w:rPr>
              <w:t>Ing.</w:t>
            </w:r>
            <w:r>
              <w:rPr>
                <w:rFonts w:ascii="Verdana" w:hAnsi="Verdana"/>
                <w:sz w:val="18"/>
              </w:rPr>
              <w:t xml:space="preserve"> </w:t>
            </w:r>
            <w:r w:rsidRPr="00032D40">
              <w:rPr>
                <w:rFonts w:ascii="Verdana" w:hAnsi="Verdana"/>
                <w:sz w:val="18"/>
              </w:rPr>
              <w:t>Miroslav Čermák</w:t>
            </w:r>
          </w:p>
        </w:tc>
        <w:tc>
          <w:tcPr>
            <w:tcW w:w="360" w:type="dxa"/>
            <w:tcBorders>
              <w:top w:val="nil"/>
              <w:left w:val="nil"/>
            </w:tcBorders>
          </w:tcPr>
          <w:p w14:paraId="2495C635" w14:textId="5E500C39" w:rsidR="0040533E" w:rsidRPr="001D3FE4" w:rsidRDefault="0040533E" w:rsidP="0040533E">
            <w:pPr>
              <w:pStyle w:val="Tabulka"/>
              <w:cnfStyle w:val="100000000000" w:firstRow="1" w:lastRow="0" w:firstColumn="0" w:lastColumn="0" w:oddVBand="0" w:evenVBand="0" w:oddHBand="0" w:evenHBand="0" w:firstRowFirstColumn="0" w:firstRowLastColumn="0" w:lastRowFirstColumn="0" w:lastRowLastColumn="0"/>
              <w:rPr>
                <w:sz w:val="18"/>
                <w:highlight w:val="green"/>
              </w:rPr>
            </w:pPr>
          </w:p>
        </w:tc>
      </w:tr>
      <w:tr w:rsidR="0040533E" w:rsidRPr="00F95FBD" w14:paraId="1B711C34" w14:textId="77777777" w:rsidTr="0040533E">
        <w:tc>
          <w:tcPr>
            <w:cnfStyle w:val="001000000000" w:firstRow="0" w:lastRow="0" w:firstColumn="1" w:lastColumn="0" w:oddVBand="0" w:evenVBand="0" w:oddHBand="0" w:evenHBand="0" w:firstRowFirstColumn="0" w:firstRowLastColumn="0" w:lastRowFirstColumn="0" w:lastRowLastColumn="0"/>
            <w:tcW w:w="3056" w:type="dxa"/>
          </w:tcPr>
          <w:p w14:paraId="09621AA0" w14:textId="77777777" w:rsidR="0040533E" w:rsidRPr="00F95FBD" w:rsidRDefault="0040533E" w:rsidP="0040533E">
            <w:pPr>
              <w:pStyle w:val="Tabulka"/>
              <w:rPr>
                <w:sz w:val="18"/>
              </w:rPr>
            </w:pPr>
            <w:r w:rsidRPr="00F95FBD">
              <w:rPr>
                <w:sz w:val="18"/>
              </w:rPr>
              <w:t>Adresa</w:t>
            </w:r>
          </w:p>
        </w:tc>
        <w:tc>
          <w:tcPr>
            <w:tcW w:w="5812" w:type="dxa"/>
            <w:tcBorders>
              <w:right w:val="nil"/>
            </w:tcBorders>
          </w:tcPr>
          <w:p w14:paraId="4C3361D0" w14:textId="1B382844" w:rsidR="0040533E" w:rsidRPr="001D3FE4" w:rsidRDefault="0040533E" w:rsidP="0040533E">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032D40">
              <w:rPr>
                <w:sz w:val="18"/>
              </w:rPr>
              <w:t>Pávovská</w:t>
            </w:r>
            <w:proofErr w:type="spellEnd"/>
            <w:r w:rsidRPr="00032D40">
              <w:rPr>
                <w:sz w:val="18"/>
              </w:rPr>
              <w:t xml:space="preserve"> 2a, Jihlava</w:t>
            </w:r>
          </w:p>
        </w:tc>
        <w:tc>
          <w:tcPr>
            <w:tcW w:w="360" w:type="dxa"/>
            <w:tcBorders>
              <w:top w:val="nil"/>
              <w:left w:val="nil"/>
              <w:bottom w:val="nil"/>
            </w:tcBorders>
          </w:tcPr>
          <w:p w14:paraId="13A426CC" w14:textId="3A042605" w:rsidR="0040533E" w:rsidRPr="001D3FE4" w:rsidRDefault="0040533E" w:rsidP="0040533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p>
        </w:tc>
      </w:tr>
      <w:tr w:rsidR="0040533E" w:rsidRPr="00F95FBD" w14:paraId="5E99D4D9" w14:textId="77777777" w:rsidTr="0040533E">
        <w:tc>
          <w:tcPr>
            <w:cnfStyle w:val="001000000000" w:firstRow="0" w:lastRow="0" w:firstColumn="1" w:lastColumn="0" w:oddVBand="0" w:evenVBand="0" w:oddHBand="0" w:evenHBand="0" w:firstRowFirstColumn="0" w:firstRowLastColumn="0" w:lastRowFirstColumn="0" w:lastRowLastColumn="0"/>
            <w:tcW w:w="3056" w:type="dxa"/>
          </w:tcPr>
          <w:p w14:paraId="5D53C44A" w14:textId="77777777" w:rsidR="0040533E" w:rsidRPr="00F95FBD" w:rsidRDefault="0040533E" w:rsidP="0040533E">
            <w:pPr>
              <w:pStyle w:val="Tabulka"/>
              <w:rPr>
                <w:sz w:val="18"/>
              </w:rPr>
            </w:pPr>
            <w:r w:rsidRPr="00F95FBD">
              <w:rPr>
                <w:sz w:val="18"/>
              </w:rPr>
              <w:t>E-mail</w:t>
            </w:r>
          </w:p>
        </w:tc>
        <w:tc>
          <w:tcPr>
            <w:tcW w:w="5812" w:type="dxa"/>
            <w:tcBorders>
              <w:right w:val="nil"/>
            </w:tcBorders>
          </w:tcPr>
          <w:p w14:paraId="229BB44F" w14:textId="46D5C25C" w:rsidR="0040533E" w:rsidRPr="001D3FE4" w:rsidRDefault="00C471A3" w:rsidP="0040533E">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cermak@spravazeleznic</w:t>
            </w:r>
            <w:r w:rsidR="0040533E" w:rsidRPr="00032D40">
              <w:rPr>
                <w:sz w:val="18"/>
              </w:rPr>
              <w:t>.cz</w:t>
            </w:r>
          </w:p>
        </w:tc>
        <w:tc>
          <w:tcPr>
            <w:tcW w:w="360" w:type="dxa"/>
            <w:tcBorders>
              <w:top w:val="nil"/>
              <w:left w:val="nil"/>
              <w:bottom w:val="nil"/>
            </w:tcBorders>
          </w:tcPr>
          <w:p w14:paraId="719E3D12" w14:textId="24D462F2" w:rsidR="0040533E" w:rsidRPr="001D3FE4" w:rsidRDefault="0040533E" w:rsidP="0040533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p>
        </w:tc>
      </w:tr>
      <w:tr w:rsidR="0040533E" w:rsidRPr="00F95FBD" w14:paraId="274E8D8D" w14:textId="77777777" w:rsidTr="0040533E">
        <w:tc>
          <w:tcPr>
            <w:cnfStyle w:val="001000000000" w:firstRow="0" w:lastRow="0" w:firstColumn="1" w:lastColumn="0" w:oddVBand="0" w:evenVBand="0" w:oddHBand="0" w:evenHBand="0" w:firstRowFirstColumn="0" w:firstRowLastColumn="0" w:lastRowFirstColumn="0" w:lastRowLastColumn="0"/>
            <w:tcW w:w="3056" w:type="dxa"/>
          </w:tcPr>
          <w:p w14:paraId="4E8765AB" w14:textId="77777777" w:rsidR="0040533E" w:rsidRPr="00F95FBD" w:rsidRDefault="0040533E" w:rsidP="0040533E">
            <w:pPr>
              <w:pStyle w:val="Tabulka"/>
              <w:rPr>
                <w:sz w:val="18"/>
              </w:rPr>
            </w:pPr>
            <w:r w:rsidRPr="00F95FBD">
              <w:rPr>
                <w:sz w:val="18"/>
              </w:rPr>
              <w:t>Telefon</w:t>
            </w:r>
          </w:p>
        </w:tc>
        <w:tc>
          <w:tcPr>
            <w:tcW w:w="5812" w:type="dxa"/>
            <w:tcBorders>
              <w:right w:val="nil"/>
            </w:tcBorders>
          </w:tcPr>
          <w:p w14:paraId="08FEE813" w14:textId="07CFF060" w:rsidR="0040533E" w:rsidRPr="001D3FE4" w:rsidRDefault="0040533E" w:rsidP="0040533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32D40">
              <w:rPr>
                <w:sz w:val="18"/>
              </w:rPr>
              <w:t>725 250 205</w:t>
            </w:r>
          </w:p>
        </w:tc>
        <w:tc>
          <w:tcPr>
            <w:tcW w:w="360" w:type="dxa"/>
            <w:tcBorders>
              <w:top w:val="nil"/>
              <w:left w:val="nil"/>
              <w:bottom w:val="nil"/>
            </w:tcBorders>
          </w:tcPr>
          <w:p w14:paraId="3B542CFC" w14:textId="4A611211" w:rsidR="0040533E" w:rsidRPr="001D3FE4" w:rsidRDefault="0040533E" w:rsidP="0040533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p>
        </w:tc>
      </w:tr>
    </w:tbl>
    <w:p w14:paraId="0B991113" w14:textId="77777777" w:rsidR="00ED29F1" w:rsidRPr="00F95FBD" w:rsidRDefault="00ED29F1" w:rsidP="00ED29F1">
      <w:pPr>
        <w:pStyle w:val="Textbezodsazen"/>
      </w:pPr>
    </w:p>
    <w:p w14:paraId="0A30B7E2" w14:textId="77777777" w:rsidR="00ED29F1" w:rsidRPr="00F95FBD" w:rsidRDefault="00ED29F1" w:rsidP="00ED29F1">
      <w:pPr>
        <w:pStyle w:val="Nadpistabulky"/>
        <w:rPr>
          <w:rFonts w:asciiTheme="minorHAnsi" w:hAnsiTheme="minorHAnsi"/>
          <w:sz w:val="18"/>
          <w:szCs w:val="18"/>
        </w:rPr>
      </w:pPr>
      <w:r w:rsidRPr="005410FA">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0251B7" w:rsidRPr="00621E9F" w14:paraId="2EF15E71" w14:textId="77777777" w:rsidTr="000251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0B1280" w14:textId="77777777" w:rsidR="000251B7" w:rsidRPr="00621E9F" w:rsidRDefault="000251B7" w:rsidP="000251B7">
            <w:pPr>
              <w:pStyle w:val="Tabulka"/>
              <w:rPr>
                <w:rStyle w:val="Nadpisvtabulce"/>
                <w:b w:val="0"/>
              </w:rPr>
            </w:pPr>
            <w:r w:rsidRPr="00621E9F">
              <w:rPr>
                <w:rStyle w:val="Nadpisvtabulce"/>
                <w:b w:val="0"/>
              </w:rPr>
              <w:t>Jméno a příjmení</w:t>
            </w:r>
          </w:p>
        </w:tc>
        <w:tc>
          <w:tcPr>
            <w:tcW w:w="5812" w:type="dxa"/>
          </w:tcPr>
          <w:p w14:paraId="51BC71FC" w14:textId="34ECF790" w:rsidR="000251B7" w:rsidRPr="00621E9F" w:rsidRDefault="000251B7" w:rsidP="000251B7">
            <w:pPr>
              <w:pStyle w:val="Tabulka"/>
              <w:cnfStyle w:val="100000000000" w:firstRow="1" w:lastRow="0" w:firstColumn="0" w:lastColumn="0" w:oddVBand="0" w:evenVBand="0" w:oddHBand="0" w:evenHBand="0" w:firstRowFirstColumn="0" w:firstRowLastColumn="0" w:lastRowFirstColumn="0" w:lastRowLastColumn="0"/>
            </w:pPr>
            <w:r w:rsidRPr="00032D40">
              <w:rPr>
                <w:rFonts w:ascii="Verdana" w:hAnsi="Verdana"/>
                <w:sz w:val="18"/>
              </w:rPr>
              <w:t>Ing.</w:t>
            </w:r>
            <w:r>
              <w:rPr>
                <w:rFonts w:ascii="Verdana" w:hAnsi="Verdana"/>
                <w:sz w:val="18"/>
              </w:rPr>
              <w:t xml:space="preserve"> </w:t>
            </w:r>
            <w:r w:rsidRPr="00032D40">
              <w:rPr>
                <w:rFonts w:ascii="Verdana" w:hAnsi="Verdana"/>
                <w:sz w:val="18"/>
              </w:rPr>
              <w:t>Miroslav Čermák</w:t>
            </w:r>
          </w:p>
        </w:tc>
      </w:tr>
      <w:tr w:rsidR="000251B7" w:rsidRPr="00621E9F" w14:paraId="3EF9EFC8" w14:textId="77777777" w:rsidTr="000251B7">
        <w:tc>
          <w:tcPr>
            <w:cnfStyle w:val="001000000000" w:firstRow="0" w:lastRow="0" w:firstColumn="1" w:lastColumn="0" w:oddVBand="0" w:evenVBand="0" w:oddHBand="0" w:evenHBand="0" w:firstRowFirstColumn="0" w:firstRowLastColumn="0" w:lastRowFirstColumn="0" w:lastRowLastColumn="0"/>
            <w:tcW w:w="3056" w:type="dxa"/>
          </w:tcPr>
          <w:p w14:paraId="7CC0DA82" w14:textId="77777777" w:rsidR="000251B7" w:rsidRPr="00621E9F" w:rsidRDefault="000251B7" w:rsidP="000251B7">
            <w:pPr>
              <w:pStyle w:val="Tabulka"/>
              <w:rPr>
                <w:sz w:val="18"/>
              </w:rPr>
            </w:pPr>
            <w:r w:rsidRPr="00621E9F">
              <w:rPr>
                <w:sz w:val="18"/>
              </w:rPr>
              <w:t>Adresa</w:t>
            </w:r>
          </w:p>
        </w:tc>
        <w:tc>
          <w:tcPr>
            <w:tcW w:w="5812" w:type="dxa"/>
            <w:tcBorders>
              <w:right w:val="nil"/>
            </w:tcBorders>
          </w:tcPr>
          <w:p w14:paraId="19769D6D" w14:textId="01E23033" w:rsidR="000251B7" w:rsidRPr="00621E9F" w:rsidRDefault="000251B7" w:rsidP="000251B7">
            <w:pPr>
              <w:pStyle w:val="Tabulka"/>
              <w:cnfStyle w:val="000000000000" w:firstRow="0" w:lastRow="0" w:firstColumn="0" w:lastColumn="0" w:oddVBand="0" w:evenVBand="0" w:oddHBand="0" w:evenHBand="0" w:firstRowFirstColumn="0" w:firstRowLastColumn="0" w:lastRowFirstColumn="0" w:lastRowLastColumn="0"/>
            </w:pPr>
            <w:proofErr w:type="spellStart"/>
            <w:r w:rsidRPr="00032D40">
              <w:rPr>
                <w:sz w:val="18"/>
              </w:rPr>
              <w:t>Pávovská</w:t>
            </w:r>
            <w:proofErr w:type="spellEnd"/>
            <w:r w:rsidRPr="00032D40">
              <w:rPr>
                <w:sz w:val="18"/>
              </w:rPr>
              <w:t xml:space="preserve"> 2a, Jihlava</w:t>
            </w:r>
          </w:p>
        </w:tc>
      </w:tr>
      <w:tr w:rsidR="000251B7" w:rsidRPr="00621E9F" w14:paraId="685217EF" w14:textId="77777777" w:rsidTr="000251B7">
        <w:tc>
          <w:tcPr>
            <w:cnfStyle w:val="001000000000" w:firstRow="0" w:lastRow="0" w:firstColumn="1" w:lastColumn="0" w:oddVBand="0" w:evenVBand="0" w:oddHBand="0" w:evenHBand="0" w:firstRowFirstColumn="0" w:firstRowLastColumn="0" w:lastRowFirstColumn="0" w:lastRowLastColumn="0"/>
            <w:tcW w:w="3056" w:type="dxa"/>
          </w:tcPr>
          <w:p w14:paraId="15708EA5" w14:textId="77777777" w:rsidR="000251B7" w:rsidRPr="00621E9F" w:rsidRDefault="000251B7" w:rsidP="000251B7">
            <w:pPr>
              <w:pStyle w:val="Tabulka"/>
              <w:rPr>
                <w:sz w:val="18"/>
              </w:rPr>
            </w:pPr>
            <w:r w:rsidRPr="00621E9F">
              <w:rPr>
                <w:sz w:val="18"/>
              </w:rPr>
              <w:t>E-mail</w:t>
            </w:r>
          </w:p>
        </w:tc>
        <w:tc>
          <w:tcPr>
            <w:tcW w:w="5812" w:type="dxa"/>
            <w:tcBorders>
              <w:right w:val="nil"/>
            </w:tcBorders>
          </w:tcPr>
          <w:p w14:paraId="796BF882" w14:textId="661AB2AE" w:rsidR="000251B7" w:rsidRPr="00621E9F" w:rsidRDefault="00C471A3" w:rsidP="000251B7">
            <w:pPr>
              <w:pStyle w:val="Tabulka"/>
              <w:cnfStyle w:val="000000000000" w:firstRow="0" w:lastRow="0" w:firstColumn="0" w:lastColumn="0" w:oddVBand="0" w:evenVBand="0" w:oddHBand="0" w:evenHBand="0" w:firstRowFirstColumn="0" w:firstRowLastColumn="0" w:lastRowFirstColumn="0" w:lastRowLastColumn="0"/>
            </w:pPr>
            <w:r>
              <w:rPr>
                <w:sz w:val="18"/>
              </w:rPr>
              <w:t>cermak@spravazeleznic</w:t>
            </w:r>
            <w:r w:rsidR="000251B7" w:rsidRPr="00032D40">
              <w:rPr>
                <w:sz w:val="18"/>
              </w:rPr>
              <w:t>.cz</w:t>
            </w:r>
          </w:p>
        </w:tc>
      </w:tr>
      <w:tr w:rsidR="000251B7" w:rsidRPr="00621E9F" w14:paraId="69AAB91D" w14:textId="77777777" w:rsidTr="000251B7">
        <w:tc>
          <w:tcPr>
            <w:cnfStyle w:val="001000000000" w:firstRow="0" w:lastRow="0" w:firstColumn="1" w:lastColumn="0" w:oddVBand="0" w:evenVBand="0" w:oddHBand="0" w:evenHBand="0" w:firstRowFirstColumn="0" w:firstRowLastColumn="0" w:lastRowFirstColumn="0" w:lastRowLastColumn="0"/>
            <w:tcW w:w="3056" w:type="dxa"/>
          </w:tcPr>
          <w:p w14:paraId="306D213D" w14:textId="77777777" w:rsidR="000251B7" w:rsidRPr="00621E9F" w:rsidRDefault="000251B7" w:rsidP="000251B7">
            <w:pPr>
              <w:pStyle w:val="Tabulka"/>
              <w:rPr>
                <w:sz w:val="18"/>
              </w:rPr>
            </w:pPr>
            <w:r w:rsidRPr="00621E9F">
              <w:rPr>
                <w:sz w:val="18"/>
              </w:rPr>
              <w:t>Telefon</w:t>
            </w:r>
          </w:p>
        </w:tc>
        <w:tc>
          <w:tcPr>
            <w:tcW w:w="5812" w:type="dxa"/>
            <w:tcBorders>
              <w:right w:val="nil"/>
            </w:tcBorders>
          </w:tcPr>
          <w:p w14:paraId="5A3249EA" w14:textId="3DBC8938" w:rsidR="000251B7" w:rsidRPr="00621E9F" w:rsidRDefault="000251B7" w:rsidP="000251B7">
            <w:pPr>
              <w:pStyle w:val="Tabulka"/>
              <w:cnfStyle w:val="000000000000" w:firstRow="0" w:lastRow="0" w:firstColumn="0" w:lastColumn="0" w:oddVBand="0" w:evenVBand="0" w:oddHBand="0" w:evenHBand="0" w:firstRowFirstColumn="0" w:firstRowLastColumn="0" w:lastRowFirstColumn="0" w:lastRowLastColumn="0"/>
            </w:pPr>
            <w:r w:rsidRPr="00032D40">
              <w:rPr>
                <w:sz w:val="18"/>
              </w:rPr>
              <w:t>725 250 205</w:t>
            </w:r>
          </w:p>
        </w:tc>
      </w:tr>
    </w:tbl>
    <w:p w14:paraId="558C728A" w14:textId="4E4E401A" w:rsidR="00ED29F1" w:rsidRPr="00621E9F" w:rsidRDefault="00ED29F1" w:rsidP="00ED29F1">
      <w:pPr>
        <w:pStyle w:val="Textbezodsazen"/>
      </w:pPr>
    </w:p>
    <w:p w14:paraId="2AFE0475" w14:textId="77777777" w:rsidR="00621E9F" w:rsidRPr="00621E9F" w:rsidRDefault="00621E9F" w:rsidP="00ED29F1">
      <w:pPr>
        <w:pStyle w:val="Textbezodsazen"/>
      </w:pPr>
    </w:p>
    <w:tbl>
      <w:tblPr>
        <w:tblStyle w:val="Mkatabulky"/>
        <w:tblW w:w="14680" w:type="dxa"/>
        <w:tblLook w:val="04A0" w:firstRow="1" w:lastRow="0" w:firstColumn="1" w:lastColumn="0" w:noHBand="0" w:noVBand="1"/>
      </w:tblPr>
      <w:tblGrid>
        <w:gridCol w:w="3056"/>
        <w:gridCol w:w="5812"/>
        <w:gridCol w:w="5812"/>
      </w:tblGrid>
      <w:tr w:rsidR="000251B7" w:rsidRPr="00621E9F" w14:paraId="031F68C8" w14:textId="77777777" w:rsidTr="000251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90AD70" w14:textId="77777777" w:rsidR="000251B7" w:rsidRPr="00621E9F" w:rsidRDefault="000251B7" w:rsidP="000251B7">
            <w:pPr>
              <w:pStyle w:val="Tabulka"/>
              <w:rPr>
                <w:rStyle w:val="Nadpisvtabulce"/>
                <w:b w:val="0"/>
              </w:rPr>
            </w:pPr>
            <w:r w:rsidRPr="00621E9F">
              <w:rPr>
                <w:rStyle w:val="Nadpisvtabulce"/>
                <w:b w:val="0"/>
              </w:rPr>
              <w:t>Jméno a příjmení</w:t>
            </w:r>
          </w:p>
        </w:tc>
        <w:tc>
          <w:tcPr>
            <w:tcW w:w="5812" w:type="dxa"/>
            <w:tcBorders>
              <w:right w:val="nil"/>
            </w:tcBorders>
            <w:vAlign w:val="center"/>
          </w:tcPr>
          <w:p w14:paraId="6033FC25" w14:textId="3D1DCD86" w:rsidR="000251B7" w:rsidRPr="00621E9F" w:rsidRDefault="000251B7" w:rsidP="000251B7">
            <w:pPr>
              <w:pStyle w:val="Tabulka"/>
              <w:cnfStyle w:val="100000000000" w:firstRow="1" w:lastRow="0" w:firstColumn="0" w:lastColumn="0" w:oddVBand="0" w:evenVBand="0" w:oddHBand="0" w:evenHBand="0" w:firstRowFirstColumn="0" w:firstRowLastColumn="0" w:lastRowFirstColumn="0" w:lastRowLastColumn="0"/>
            </w:pPr>
            <w:r w:rsidRPr="00032D40">
              <w:rPr>
                <w:rFonts w:ascii="Verdana" w:hAnsi="Verdana"/>
                <w:sz w:val="18"/>
              </w:rPr>
              <w:t>Ing. Michal Žák</w:t>
            </w:r>
          </w:p>
        </w:tc>
        <w:tc>
          <w:tcPr>
            <w:tcW w:w="5812" w:type="dxa"/>
            <w:tcBorders>
              <w:top w:val="nil"/>
              <w:left w:val="nil"/>
            </w:tcBorders>
            <w:vAlign w:val="center"/>
          </w:tcPr>
          <w:p w14:paraId="225A73F6" w14:textId="401E29BD" w:rsidR="000251B7" w:rsidRPr="00621E9F" w:rsidRDefault="000251B7" w:rsidP="000251B7">
            <w:pPr>
              <w:pStyle w:val="Tabulka"/>
              <w:cnfStyle w:val="100000000000" w:firstRow="1" w:lastRow="0" w:firstColumn="0" w:lastColumn="0" w:oddVBand="0" w:evenVBand="0" w:oddHBand="0" w:evenHBand="0" w:firstRowFirstColumn="0" w:firstRowLastColumn="0" w:lastRowFirstColumn="0" w:lastRowLastColumn="0"/>
            </w:pPr>
          </w:p>
        </w:tc>
      </w:tr>
      <w:tr w:rsidR="000251B7" w:rsidRPr="00621E9F" w14:paraId="52D197A5" w14:textId="77777777" w:rsidTr="000251B7">
        <w:tc>
          <w:tcPr>
            <w:cnfStyle w:val="001000000000" w:firstRow="0" w:lastRow="0" w:firstColumn="1" w:lastColumn="0" w:oddVBand="0" w:evenVBand="0" w:oddHBand="0" w:evenHBand="0" w:firstRowFirstColumn="0" w:firstRowLastColumn="0" w:lastRowFirstColumn="0" w:lastRowLastColumn="0"/>
            <w:tcW w:w="3056" w:type="dxa"/>
          </w:tcPr>
          <w:p w14:paraId="67036DE9" w14:textId="77777777" w:rsidR="000251B7" w:rsidRPr="00621E9F" w:rsidRDefault="000251B7" w:rsidP="000251B7">
            <w:pPr>
              <w:pStyle w:val="Tabulka"/>
              <w:rPr>
                <w:sz w:val="18"/>
              </w:rPr>
            </w:pPr>
            <w:r w:rsidRPr="00621E9F">
              <w:rPr>
                <w:sz w:val="18"/>
              </w:rPr>
              <w:t>Adresa</w:t>
            </w:r>
          </w:p>
        </w:tc>
        <w:tc>
          <w:tcPr>
            <w:tcW w:w="5812" w:type="dxa"/>
            <w:tcBorders>
              <w:right w:val="nil"/>
            </w:tcBorders>
          </w:tcPr>
          <w:p w14:paraId="19BDE78A" w14:textId="3B625F94" w:rsidR="000251B7" w:rsidRPr="00621E9F" w:rsidRDefault="000251B7" w:rsidP="000251B7">
            <w:pPr>
              <w:pStyle w:val="Tabulka"/>
              <w:cnfStyle w:val="000000000000" w:firstRow="0" w:lastRow="0" w:firstColumn="0" w:lastColumn="0" w:oddVBand="0" w:evenVBand="0" w:oddHBand="0" w:evenHBand="0" w:firstRowFirstColumn="0" w:firstRowLastColumn="0" w:lastRowFirstColumn="0" w:lastRowLastColumn="0"/>
            </w:pPr>
            <w:proofErr w:type="spellStart"/>
            <w:r w:rsidRPr="00032D40">
              <w:rPr>
                <w:sz w:val="18"/>
              </w:rPr>
              <w:t>Pávovská</w:t>
            </w:r>
            <w:proofErr w:type="spellEnd"/>
            <w:r w:rsidRPr="00032D40">
              <w:rPr>
                <w:sz w:val="18"/>
              </w:rPr>
              <w:t xml:space="preserve"> 2a, Jihlava</w:t>
            </w:r>
          </w:p>
        </w:tc>
        <w:tc>
          <w:tcPr>
            <w:tcW w:w="5812" w:type="dxa"/>
            <w:tcBorders>
              <w:top w:val="nil"/>
              <w:left w:val="nil"/>
              <w:bottom w:val="nil"/>
            </w:tcBorders>
          </w:tcPr>
          <w:p w14:paraId="099C78C3" w14:textId="455CF208" w:rsidR="000251B7" w:rsidRPr="00621E9F" w:rsidRDefault="000251B7" w:rsidP="000251B7">
            <w:pPr>
              <w:pStyle w:val="Tabulka"/>
              <w:cnfStyle w:val="000000000000" w:firstRow="0" w:lastRow="0" w:firstColumn="0" w:lastColumn="0" w:oddVBand="0" w:evenVBand="0" w:oddHBand="0" w:evenHBand="0" w:firstRowFirstColumn="0" w:firstRowLastColumn="0" w:lastRowFirstColumn="0" w:lastRowLastColumn="0"/>
            </w:pPr>
          </w:p>
        </w:tc>
      </w:tr>
      <w:tr w:rsidR="000251B7" w:rsidRPr="00621E9F" w14:paraId="514FED7F" w14:textId="77777777" w:rsidTr="000251B7">
        <w:tc>
          <w:tcPr>
            <w:cnfStyle w:val="001000000000" w:firstRow="0" w:lastRow="0" w:firstColumn="1" w:lastColumn="0" w:oddVBand="0" w:evenVBand="0" w:oddHBand="0" w:evenHBand="0" w:firstRowFirstColumn="0" w:firstRowLastColumn="0" w:lastRowFirstColumn="0" w:lastRowLastColumn="0"/>
            <w:tcW w:w="3056" w:type="dxa"/>
          </w:tcPr>
          <w:p w14:paraId="4DB387BB" w14:textId="77777777" w:rsidR="000251B7" w:rsidRPr="00621E9F" w:rsidRDefault="000251B7" w:rsidP="000251B7">
            <w:pPr>
              <w:pStyle w:val="Tabulka"/>
              <w:rPr>
                <w:sz w:val="18"/>
              </w:rPr>
            </w:pPr>
            <w:r w:rsidRPr="00621E9F">
              <w:rPr>
                <w:sz w:val="18"/>
              </w:rPr>
              <w:t>E-mail</w:t>
            </w:r>
          </w:p>
        </w:tc>
        <w:tc>
          <w:tcPr>
            <w:tcW w:w="5812" w:type="dxa"/>
            <w:tcBorders>
              <w:right w:val="nil"/>
            </w:tcBorders>
            <w:vAlign w:val="center"/>
          </w:tcPr>
          <w:p w14:paraId="2CD15409" w14:textId="658C2A3A" w:rsidR="000251B7" w:rsidRPr="00621E9F" w:rsidRDefault="00C471A3" w:rsidP="00C471A3">
            <w:pPr>
              <w:pStyle w:val="Tabulka"/>
              <w:cnfStyle w:val="000000000000" w:firstRow="0" w:lastRow="0" w:firstColumn="0" w:lastColumn="0" w:oddVBand="0" w:evenVBand="0" w:oddHBand="0" w:evenHBand="0" w:firstRowFirstColumn="0" w:firstRowLastColumn="0" w:lastRowFirstColumn="0" w:lastRowLastColumn="0"/>
            </w:pPr>
            <w:r>
              <w:rPr>
                <w:rFonts w:ascii="Verdana" w:hAnsi="Verdana"/>
                <w:sz w:val="18"/>
              </w:rPr>
              <w:t>zak@spravazeleznic</w:t>
            </w:r>
            <w:r w:rsidR="000251B7" w:rsidRPr="00032D40">
              <w:rPr>
                <w:rFonts w:ascii="Verdana" w:hAnsi="Verdana"/>
                <w:sz w:val="18"/>
              </w:rPr>
              <w:t>.cz</w:t>
            </w:r>
          </w:p>
        </w:tc>
        <w:tc>
          <w:tcPr>
            <w:tcW w:w="5812" w:type="dxa"/>
            <w:tcBorders>
              <w:top w:val="nil"/>
              <w:left w:val="nil"/>
              <w:bottom w:val="nil"/>
            </w:tcBorders>
            <w:vAlign w:val="center"/>
          </w:tcPr>
          <w:p w14:paraId="7B6AF542" w14:textId="25684950" w:rsidR="000251B7" w:rsidRPr="00621E9F" w:rsidRDefault="000251B7" w:rsidP="000251B7">
            <w:pPr>
              <w:pStyle w:val="Tabulka"/>
              <w:cnfStyle w:val="000000000000" w:firstRow="0" w:lastRow="0" w:firstColumn="0" w:lastColumn="0" w:oddVBand="0" w:evenVBand="0" w:oddHBand="0" w:evenHBand="0" w:firstRowFirstColumn="0" w:firstRowLastColumn="0" w:lastRowFirstColumn="0" w:lastRowLastColumn="0"/>
            </w:pPr>
          </w:p>
        </w:tc>
      </w:tr>
      <w:tr w:rsidR="000251B7" w:rsidRPr="00621E9F" w14:paraId="2F563FCA" w14:textId="77777777" w:rsidTr="000251B7">
        <w:tc>
          <w:tcPr>
            <w:cnfStyle w:val="001000000000" w:firstRow="0" w:lastRow="0" w:firstColumn="1" w:lastColumn="0" w:oddVBand="0" w:evenVBand="0" w:oddHBand="0" w:evenHBand="0" w:firstRowFirstColumn="0" w:firstRowLastColumn="0" w:lastRowFirstColumn="0" w:lastRowLastColumn="0"/>
            <w:tcW w:w="3056" w:type="dxa"/>
          </w:tcPr>
          <w:p w14:paraId="0256F92E" w14:textId="77777777" w:rsidR="000251B7" w:rsidRPr="00621E9F" w:rsidRDefault="000251B7" w:rsidP="000251B7">
            <w:pPr>
              <w:pStyle w:val="Tabulka"/>
              <w:rPr>
                <w:sz w:val="18"/>
              </w:rPr>
            </w:pPr>
            <w:r w:rsidRPr="00621E9F">
              <w:rPr>
                <w:sz w:val="18"/>
              </w:rPr>
              <w:t>Telefon</w:t>
            </w:r>
          </w:p>
        </w:tc>
        <w:tc>
          <w:tcPr>
            <w:tcW w:w="5812" w:type="dxa"/>
            <w:tcBorders>
              <w:right w:val="nil"/>
            </w:tcBorders>
            <w:vAlign w:val="center"/>
          </w:tcPr>
          <w:p w14:paraId="7086D1B9" w14:textId="461AAFB3" w:rsidR="000251B7" w:rsidRPr="00621E9F" w:rsidRDefault="000251B7" w:rsidP="000251B7">
            <w:pPr>
              <w:pStyle w:val="Tabulka"/>
              <w:cnfStyle w:val="000000000000" w:firstRow="0" w:lastRow="0" w:firstColumn="0" w:lastColumn="0" w:oddVBand="0" w:evenVBand="0" w:oddHBand="0" w:evenHBand="0" w:firstRowFirstColumn="0" w:firstRowLastColumn="0" w:lastRowFirstColumn="0" w:lastRowLastColumn="0"/>
            </w:pPr>
            <w:r w:rsidRPr="00032D40">
              <w:rPr>
                <w:rFonts w:ascii="Verdana" w:hAnsi="Verdana"/>
                <w:sz w:val="18"/>
              </w:rPr>
              <w:t>720 042</w:t>
            </w:r>
            <w:r>
              <w:rPr>
                <w:rFonts w:ascii="Verdana" w:hAnsi="Verdana"/>
                <w:sz w:val="18"/>
              </w:rPr>
              <w:t> </w:t>
            </w:r>
            <w:r w:rsidRPr="00032D40">
              <w:rPr>
                <w:rFonts w:ascii="Verdana" w:hAnsi="Verdana"/>
                <w:sz w:val="18"/>
              </w:rPr>
              <w:t>473</w:t>
            </w:r>
          </w:p>
        </w:tc>
        <w:tc>
          <w:tcPr>
            <w:tcW w:w="5812" w:type="dxa"/>
            <w:tcBorders>
              <w:top w:val="nil"/>
              <w:left w:val="nil"/>
              <w:bottom w:val="nil"/>
            </w:tcBorders>
            <w:vAlign w:val="center"/>
          </w:tcPr>
          <w:p w14:paraId="5DA21D98" w14:textId="3829B27C" w:rsidR="000251B7" w:rsidRPr="00621E9F" w:rsidRDefault="000251B7" w:rsidP="000251B7">
            <w:pPr>
              <w:pStyle w:val="Tabulka"/>
              <w:cnfStyle w:val="000000000000" w:firstRow="0" w:lastRow="0" w:firstColumn="0" w:lastColumn="0" w:oddVBand="0" w:evenVBand="0" w:oddHBand="0" w:evenHBand="0" w:firstRowFirstColumn="0" w:firstRowLastColumn="0" w:lastRowFirstColumn="0" w:lastRowLastColumn="0"/>
            </w:pPr>
          </w:p>
        </w:tc>
      </w:tr>
    </w:tbl>
    <w:p w14:paraId="7792E410" w14:textId="4E571CF4" w:rsidR="00621E9F" w:rsidRDefault="00621E9F" w:rsidP="00ED29F1">
      <w:pPr>
        <w:pStyle w:val="Textbezodsazen"/>
      </w:pPr>
    </w:p>
    <w:tbl>
      <w:tblPr>
        <w:tblStyle w:val="Mkatabulky"/>
        <w:tblpPr w:leftFromText="141" w:rightFromText="141" w:vertAnchor="text" w:horzAnchor="page" w:tblpX="2161" w:tblpY="-69"/>
        <w:tblW w:w="8868" w:type="dxa"/>
        <w:tblLook w:val="04A0" w:firstRow="1" w:lastRow="0" w:firstColumn="1" w:lastColumn="0" w:noHBand="0" w:noVBand="1"/>
      </w:tblPr>
      <w:tblGrid>
        <w:gridCol w:w="2977"/>
        <w:gridCol w:w="5891"/>
      </w:tblGrid>
      <w:tr w:rsidR="005E0688" w:rsidRPr="00032D40" w14:paraId="5A609562" w14:textId="77777777" w:rsidTr="00A20B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4FBB24AD" w14:textId="77777777" w:rsidR="005E0688" w:rsidRPr="00032D40" w:rsidRDefault="005E0688" w:rsidP="005E0688">
            <w:pPr>
              <w:pStyle w:val="Tabulka"/>
              <w:rPr>
                <w:rStyle w:val="Nadpisvtabulce"/>
                <w:b w:val="0"/>
              </w:rPr>
            </w:pPr>
            <w:r w:rsidRPr="00032D40">
              <w:rPr>
                <w:rStyle w:val="Nadpisvtabulce"/>
                <w:b w:val="0"/>
              </w:rPr>
              <w:t>Jméno a příjmení</w:t>
            </w:r>
          </w:p>
        </w:tc>
        <w:tc>
          <w:tcPr>
            <w:tcW w:w="5891" w:type="dxa"/>
            <w:tcBorders>
              <w:top w:val="single" w:sz="8" w:space="0" w:color="auto"/>
              <w:left w:val="nil"/>
            </w:tcBorders>
            <w:shd w:val="clear" w:color="auto" w:fill="F2F2F2"/>
            <w:vAlign w:val="center"/>
          </w:tcPr>
          <w:p w14:paraId="597AE2ED" w14:textId="2CDA0A83" w:rsidR="005E0688" w:rsidRPr="005410FA" w:rsidRDefault="005E0688" w:rsidP="005E0688">
            <w:pPr>
              <w:pStyle w:val="Tabulka"/>
              <w:cnfStyle w:val="100000000000" w:firstRow="1" w:lastRow="0" w:firstColumn="0" w:lastColumn="0" w:oddVBand="0" w:evenVBand="0" w:oddHBand="0" w:evenHBand="0" w:firstRowFirstColumn="0" w:firstRowLastColumn="0" w:lastRowFirstColumn="0" w:lastRowLastColumn="0"/>
            </w:pPr>
            <w:r w:rsidRPr="005410FA">
              <w:rPr>
                <w:rFonts w:ascii="Verdana" w:hAnsi="Verdana"/>
                <w:sz w:val="18"/>
              </w:rPr>
              <w:t>Karel Hlaváč</w:t>
            </w:r>
          </w:p>
        </w:tc>
      </w:tr>
      <w:tr w:rsidR="005E0688" w:rsidRPr="00032D40" w14:paraId="22BA32FA" w14:textId="77777777" w:rsidTr="00A20BFD">
        <w:tc>
          <w:tcPr>
            <w:cnfStyle w:val="001000000000" w:firstRow="0" w:lastRow="0" w:firstColumn="1" w:lastColumn="0" w:oddVBand="0" w:evenVBand="0" w:oddHBand="0" w:evenHBand="0" w:firstRowFirstColumn="0" w:firstRowLastColumn="0" w:lastRowFirstColumn="0" w:lastRowLastColumn="0"/>
            <w:tcW w:w="2977" w:type="dxa"/>
          </w:tcPr>
          <w:p w14:paraId="464FB109" w14:textId="77777777" w:rsidR="005E0688" w:rsidRPr="00032D40" w:rsidRDefault="005E0688" w:rsidP="005E0688">
            <w:pPr>
              <w:pStyle w:val="Tabulka"/>
              <w:rPr>
                <w:sz w:val="18"/>
              </w:rPr>
            </w:pPr>
            <w:r w:rsidRPr="00032D40">
              <w:rPr>
                <w:sz w:val="18"/>
              </w:rPr>
              <w:t>Adresa</w:t>
            </w:r>
          </w:p>
        </w:tc>
        <w:tc>
          <w:tcPr>
            <w:tcW w:w="5891" w:type="dxa"/>
            <w:tcBorders>
              <w:top w:val="single" w:sz="8" w:space="0" w:color="auto"/>
              <w:left w:val="nil"/>
              <w:bottom w:val="single" w:sz="8" w:space="0" w:color="auto"/>
              <w:right w:val="nil"/>
            </w:tcBorders>
          </w:tcPr>
          <w:p w14:paraId="7A477757" w14:textId="43D212B7" w:rsidR="005E0688" w:rsidRPr="005410FA" w:rsidRDefault="005E0688" w:rsidP="005E0688">
            <w:pPr>
              <w:pStyle w:val="Tabulka"/>
              <w:cnfStyle w:val="000000000000" w:firstRow="0" w:lastRow="0" w:firstColumn="0" w:lastColumn="0" w:oddVBand="0" w:evenVBand="0" w:oddHBand="0" w:evenHBand="0" w:firstRowFirstColumn="0" w:firstRowLastColumn="0" w:lastRowFirstColumn="0" w:lastRowLastColumn="0"/>
            </w:pPr>
            <w:r w:rsidRPr="005410FA">
              <w:rPr>
                <w:rFonts w:ascii="Verdana" w:hAnsi="Verdana"/>
                <w:sz w:val="18"/>
              </w:rPr>
              <w:t xml:space="preserve">Nádražní 1, Světlá nad Sázavou 582 91 </w:t>
            </w:r>
          </w:p>
        </w:tc>
      </w:tr>
      <w:tr w:rsidR="005E0688" w:rsidRPr="00032D40" w14:paraId="51832546" w14:textId="77777777" w:rsidTr="00A20BFD">
        <w:tc>
          <w:tcPr>
            <w:cnfStyle w:val="001000000000" w:firstRow="0" w:lastRow="0" w:firstColumn="1" w:lastColumn="0" w:oddVBand="0" w:evenVBand="0" w:oddHBand="0" w:evenHBand="0" w:firstRowFirstColumn="0" w:firstRowLastColumn="0" w:lastRowFirstColumn="0" w:lastRowLastColumn="0"/>
            <w:tcW w:w="2977" w:type="dxa"/>
          </w:tcPr>
          <w:p w14:paraId="5C4269B9" w14:textId="77777777" w:rsidR="005E0688" w:rsidRPr="00032D40" w:rsidRDefault="005E0688" w:rsidP="005E0688">
            <w:pPr>
              <w:pStyle w:val="Tabulka"/>
              <w:rPr>
                <w:sz w:val="18"/>
              </w:rPr>
            </w:pPr>
            <w:r w:rsidRPr="00032D40">
              <w:rPr>
                <w:sz w:val="18"/>
              </w:rPr>
              <w:t>E-mail</w:t>
            </w:r>
          </w:p>
        </w:tc>
        <w:tc>
          <w:tcPr>
            <w:tcW w:w="5891" w:type="dxa"/>
            <w:tcBorders>
              <w:top w:val="nil"/>
              <w:left w:val="nil"/>
              <w:bottom w:val="single" w:sz="8" w:space="0" w:color="auto"/>
              <w:right w:val="nil"/>
            </w:tcBorders>
            <w:vAlign w:val="center"/>
          </w:tcPr>
          <w:p w14:paraId="7ADED44A" w14:textId="6D24C920" w:rsidR="005E0688" w:rsidRPr="005410FA" w:rsidRDefault="001E21EE" w:rsidP="005E0688">
            <w:pPr>
              <w:pStyle w:val="Tabulka"/>
              <w:cnfStyle w:val="000000000000" w:firstRow="0" w:lastRow="0" w:firstColumn="0" w:lastColumn="0" w:oddVBand="0" w:evenVBand="0" w:oddHBand="0" w:evenHBand="0" w:firstRowFirstColumn="0" w:firstRowLastColumn="0" w:lastRowFirstColumn="0" w:lastRowLastColumn="0"/>
            </w:pPr>
            <w:hyperlink r:id="rId26" w:history="1">
              <w:r w:rsidR="005E0688" w:rsidRPr="005410FA">
                <w:rPr>
                  <w:rStyle w:val="Hypertextovodkaz"/>
                  <w:rFonts w:ascii="Verdana" w:hAnsi="Verdana"/>
                  <w:sz w:val="18"/>
                </w:rPr>
                <w:t>HlavacK@spravazeleznic.cz</w:t>
              </w:r>
            </w:hyperlink>
          </w:p>
        </w:tc>
      </w:tr>
      <w:tr w:rsidR="005E0688" w:rsidRPr="00032D40" w14:paraId="64D8F87F" w14:textId="77777777" w:rsidTr="00BA3D85">
        <w:tc>
          <w:tcPr>
            <w:cnfStyle w:val="001000000000" w:firstRow="0" w:lastRow="0" w:firstColumn="1" w:lastColumn="0" w:oddVBand="0" w:evenVBand="0" w:oddHBand="0" w:evenHBand="0" w:firstRowFirstColumn="0" w:firstRowLastColumn="0" w:lastRowFirstColumn="0" w:lastRowLastColumn="0"/>
            <w:tcW w:w="2977" w:type="dxa"/>
          </w:tcPr>
          <w:p w14:paraId="2F39DB27" w14:textId="77777777" w:rsidR="005E0688" w:rsidRPr="00032D40" w:rsidRDefault="005E0688" w:rsidP="005E0688">
            <w:pPr>
              <w:pStyle w:val="Tabulka"/>
              <w:rPr>
                <w:sz w:val="18"/>
              </w:rPr>
            </w:pPr>
            <w:r w:rsidRPr="00032D40">
              <w:rPr>
                <w:sz w:val="18"/>
              </w:rPr>
              <w:t>Telefon</w:t>
            </w:r>
          </w:p>
        </w:tc>
        <w:tc>
          <w:tcPr>
            <w:tcW w:w="5891" w:type="dxa"/>
            <w:vAlign w:val="center"/>
          </w:tcPr>
          <w:p w14:paraId="59993026" w14:textId="3744B7E1" w:rsidR="005E0688" w:rsidRPr="005410FA" w:rsidRDefault="005E0688" w:rsidP="005E0688">
            <w:pPr>
              <w:pStyle w:val="Tabulka"/>
              <w:cnfStyle w:val="000000000000" w:firstRow="0" w:lastRow="0" w:firstColumn="0" w:lastColumn="0" w:oddVBand="0" w:evenVBand="0" w:oddHBand="0" w:evenHBand="0" w:firstRowFirstColumn="0" w:firstRowLastColumn="0" w:lastRowFirstColumn="0" w:lastRowLastColumn="0"/>
              <w:rPr>
                <w:sz w:val="18"/>
              </w:rPr>
            </w:pPr>
            <w:r w:rsidRPr="005410FA">
              <w:rPr>
                <w:rFonts w:ascii="Verdana" w:hAnsi="Verdana"/>
                <w:sz w:val="18"/>
              </w:rPr>
              <w:t>+420 606 602 129</w:t>
            </w:r>
          </w:p>
        </w:tc>
      </w:tr>
    </w:tbl>
    <w:p w14:paraId="7EFE8A90" w14:textId="77777777" w:rsidR="000600C8" w:rsidRPr="00621E9F" w:rsidRDefault="000600C8" w:rsidP="00ED29F1">
      <w:pPr>
        <w:pStyle w:val="Textbezodsazen"/>
      </w:pPr>
    </w:p>
    <w:p w14:paraId="051AFF36" w14:textId="77777777" w:rsidR="000600C8" w:rsidRDefault="000600C8" w:rsidP="00ED29F1">
      <w:pPr>
        <w:pStyle w:val="Nadpistabulky"/>
        <w:rPr>
          <w:rFonts w:asciiTheme="minorHAnsi" w:hAnsiTheme="minorHAnsi"/>
          <w:sz w:val="18"/>
          <w:szCs w:val="18"/>
          <w:highlight w:val="green"/>
        </w:rPr>
      </w:pPr>
    </w:p>
    <w:p w14:paraId="7C20DEBE" w14:textId="77777777" w:rsidR="000600C8" w:rsidRDefault="000600C8" w:rsidP="00ED29F1">
      <w:pPr>
        <w:pStyle w:val="Nadpistabulky"/>
        <w:rPr>
          <w:rFonts w:asciiTheme="minorHAnsi" w:hAnsiTheme="minorHAnsi"/>
          <w:sz w:val="18"/>
          <w:szCs w:val="18"/>
          <w:highlight w:val="green"/>
        </w:rPr>
      </w:pPr>
    </w:p>
    <w:p w14:paraId="7B3444C3" w14:textId="77777777" w:rsidR="000600C8" w:rsidRDefault="000600C8" w:rsidP="00ED29F1">
      <w:pPr>
        <w:pStyle w:val="Nadpistabulky"/>
        <w:rPr>
          <w:rFonts w:asciiTheme="minorHAnsi" w:hAnsiTheme="minorHAnsi"/>
          <w:sz w:val="18"/>
          <w:szCs w:val="18"/>
          <w:highlight w:val="green"/>
        </w:rPr>
      </w:pPr>
    </w:p>
    <w:p w14:paraId="0812EC48" w14:textId="7E9A296D" w:rsidR="00ED29F1" w:rsidRPr="00621E9F" w:rsidRDefault="00ED29F1" w:rsidP="00ED29F1">
      <w:pPr>
        <w:pStyle w:val="Nadpistabulky"/>
        <w:rPr>
          <w:rFonts w:asciiTheme="minorHAnsi" w:hAnsiTheme="minorHAnsi"/>
          <w:sz w:val="18"/>
          <w:szCs w:val="18"/>
        </w:rPr>
      </w:pPr>
      <w:r w:rsidRPr="000600C8">
        <w:rPr>
          <w:rFonts w:asciiTheme="minorHAnsi" w:hAnsiTheme="minorHAnsi"/>
          <w:sz w:val="18"/>
          <w:szCs w:val="18"/>
        </w:rPr>
        <w:t>Ve věcech geodetických</w:t>
      </w:r>
    </w:p>
    <w:tbl>
      <w:tblPr>
        <w:tblStyle w:val="Mkatabulky"/>
        <w:tblW w:w="14680" w:type="dxa"/>
        <w:tblLook w:val="04A0" w:firstRow="1" w:lastRow="0" w:firstColumn="1" w:lastColumn="0" w:noHBand="0" w:noVBand="1"/>
      </w:tblPr>
      <w:tblGrid>
        <w:gridCol w:w="3056"/>
        <w:gridCol w:w="5812"/>
        <w:gridCol w:w="5812"/>
      </w:tblGrid>
      <w:tr w:rsidR="000600C8" w:rsidRPr="00621E9F" w14:paraId="6D29AE0D" w14:textId="77777777" w:rsidTr="000600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FF38F5" w14:textId="77777777" w:rsidR="000600C8" w:rsidRPr="00621E9F" w:rsidRDefault="000600C8" w:rsidP="000600C8">
            <w:pPr>
              <w:pStyle w:val="Tabulka"/>
              <w:rPr>
                <w:rStyle w:val="Nadpisvtabulce"/>
                <w:b w:val="0"/>
              </w:rPr>
            </w:pPr>
            <w:r w:rsidRPr="00621E9F">
              <w:rPr>
                <w:rStyle w:val="Nadpisvtabulce"/>
                <w:b w:val="0"/>
              </w:rPr>
              <w:t>Jméno a příjmení</w:t>
            </w:r>
          </w:p>
        </w:tc>
        <w:tc>
          <w:tcPr>
            <w:tcW w:w="5812" w:type="dxa"/>
            <w:tcBorders>
              <w:right w:val="nil"/>
            </w:tcBorders>
          </w:tcPr>
          <w:p w14:paraId="33072775" w14:textId="0BE5D1F2" w:rsidR="000600C8" w:rsidRPr="00621E9F" w:rsidRDefault="000600C8" w:rsidP="000600C8">
            <w:pPr>
              <w:pStyle w:val="Tabulka"/>
              <w:cnfStyle w:val="100000000000" w:firstRow="1" w:lastRow="0" w:firstColumn="0" w:lastColumn="0" w:oddVBand="0" w:evenVBand="0" w:oddHBand="0" w:evenHBand="0" w:firstRowFirstColumn="0" w:firstRowLastColumn="0" w:lastRowFirstColumn="0" w:lastRowLastColumn="0"/>
            </w:pPr>
            <w:r w:rsidRPr="00032D40">
              <w:rPr>
                <w:rFonts w:ascii="Verdana" w:hAnsi="Verdana"/>
                <w:sz w:val="18"/>
              </w:rPr>
              <w:t>Ing.</w:t>
            </w:r>
            <w:r>
              <w:rPr>
                <w:rFonts w:ascii="Verdana" w:hAnsi="Verdana"/>
                <w:sz w:val="18"/>
              </w:rPr>
              <w:t xml:space="preserve"> </w:t>
            </w:r>
            <w:r w:rsidRPr="00032D40">
              <w:rPr>
                <w:rFonts w:ascii="Verdana" w:hAnsi="Verdana"/>
                <w:sz w:val="18"/>
              </w:rPr>
              <w:t xml:space="preserve">Pavel Bělehrad </w:t>
            </w:r>
          </w:p>
        </w:tc>
        <w:tc>
          <w:tcPr>
            <w:tcW w:w="5812" w:type="dxa"/>
            <w:tcBorders>
              <w:top w:val="nil"/>
              <w:left w:val="nil"/>
            </w:tcBorders>
          </w:tcPr>
          <w:p w14:paraId="5238EEB0" w14:textId="54E6BDAB" w:rsidR="000600C8" w:rsidRPr="00621E9F" w:rsidRDefault="000600C8" w:rsidP="000600C8">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0600C8" w:rsidRPr="00621E9F" w14:paraId="727DCDC4" w14:textId="77777777" w:rsidTr="000600C8">
        <w:tc>
          <w:tcPr>
            <w:cnfStyle w:val="001000000000" w:firstRow="0" w:lastRow="0" w:firstColumn="1" w:lastColumn="0" w:oddVBand="0" w:evenVBand="0" w:oddHBand="0" w:evenHBand="0" w:firstRowFirstColumn="0" w:firstRowLastColumn="0" w:lastRowFirstColumn="0" w:lastRowLastColumn="0"/>
            <w:tcW w:w="3056" w:type="dxa"/>
          </w:tcPr>
          <w:p w14:paraId="730719F0" w14:textId="77777777" w:rsidR="000600C8" w:rsidRPr="00621E9F" w:rsidRDefault="000600C8" w:rsidP="000600C8">
            <w:pPr>
              <w:pStyle w:val="Tabulka"/>
              <w:rPr>
                <w:sz w:val="18"/>
              </w:rPr>
            </w:pPr>
            <w:r w:rsidRPr="00621E9F">
              <w:rPr>
                <w:sz w:val="18"/>
              </w:rPr>
              <w:t>Adresa</w:t>
            </w:r>
          </w:p>
        </w:tc>
        <w:tc>
          <w:tcPr>
            <w:tcW w:w="5812" w:type="dxa"/>
            <w:tcBorders>
              <w:right w:val="nil"/>
            </w:tcBorders>
          </w:tcPr>
          <w:p w14:paraId="67496F76" w14:textId="0AB3E4FE" w:rsidR="000600C8" w:rsidRPr="00621E9F" w:rsidRDefault="000600C8" w:rsidP="000600C8">
            <w:pPr>
              <w:pStyle w:val="Tabulka"/>
              <w:cnfStyle w:val="000000000000" w:firstRow="0" w:lastRow="0" w:firstColumn="0" w:lastColumn="0" w:oddVBand="0" w:evenVBand="0" w:oddHBand="0" w:evenHBand="0" w:firstRowFirstColumn="0" w:firstRowLastColumn="0" w:lastRowFirstColumn="0" w:lastRowLastColumn="0"/>
            </w:pPr>
            <w:r w:rsidRPr="00032D40">
              <w:rPr>
                <w:sz w:val="18"/>
              </w:rPr>
              <w:t>Lazaretní 11, Brno - Židenice</w:t>
            </w:r>
          </w:p>
        </w:tc>
        <w:tc>
          <w:tcPr>
            <w:tcW w:w="5812" w:type="dxa"/>
            <w:tcBorders>
              <w:top w:val="nil"/>
              <w:left w:val="nil"/>
              <w:bottom w:val="nil"/>
            </w:tcBorders>
          </w:tcPr>
          <w:p w14:paraId="727AF7B5" w14:textId="34818148" w:rsidR="000600C8" w:rsidRPr="00621E9F" w:rsidRDefault="000600C8" w:rsidP="000600C8">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0600C8" w:rsidRPr="00621E9F" w14:paraId="03731077" w14:textId="77777777" w:rsidTr="000600C8">
        <w:tc>
          <w:tcPr>
            <w:cnfStyle w:val="001000000000" w:firstRow="0" w:lastRow="0" w:firstColumn="1" w:lastColumn="0" w:oddVBand="0" w:evenVBand="0" w:oddHBand="0" w:evenHBand="0" w:firstRowFirstColumn="0" w:firstRowLastColumn="0" w:lastRowFirstColumn="0" w:lastRowLastColumn="0"/>
            <w:tcW w:w="3056" w:type="dxa"/>
          </w:tcPr>
          <w:p w14:paraId="5F4BD183" w14:textId="77777777" w:rsidR="000600C8" w:rsidRPr="00621E9F" w:rsidRDefault="000600C8" w:rsidP="000600C8">
            <w:pPr>
              <w:pStyle w:val="Tabulka"/>
              <w:rPr>
                <w:sz w:val="18"/>
              </w:rPr>
            </w:pPr>
            <w:r w:rsidRPr="00621E9F">
              <w:rPr>
                <w:sz w:val="18"/>
              </w:rPr>
              <w:t>E-mail</w:t>
            </w:r>
          </w:p>
        </w:tc>
        <w:tc>
          <w:tcPr>
            <w:tcW w:w="5812" w:type="dxa"/>
            <w:tcBorders>
              <w:right w:val="nil"/>
            </w:tcBorders>
          </w:tcPr>
          <w:p w14:paraId="1FAB4DAD" w14:textId="76B36BCC" w:rsidR="000600C8" w:rsidRPr="00621E9F" w:rsidRDefault="00C471A3" w:rsidP="000600C8">
            <w:pPr>
              <w:pStyle w:val="Tabulka"/>
              <w:cnfStyle w:val="000000000000" w:firstRow="0" w:lastRow="0" w:firstColumn="0" w:lastColumn="0" w:oddVBand="0" w:evenVBand="0" w:oddHBand="0" w:evenHBand="0" w:firstRowFirstColumn="0" w:firstRowLastColumn="0" w:lastRowFirstColumn="0" w:lastRowLastColumn="0"/>
            </w:pPr>
            <w:r>
              <w:rPr>
                <w:rFonts w:ascii="Verdana" w:hAnsi="Verdana"/>
                <w:sz w:val="18"/>
              </w:rPr>
              <w:t>belehrad@spravazeleznic</w:t>
            </w:r>
            <w:r w:rsidR="000600C8" w:rsidRPr="00032D40">
              <w:rPr>
                <w:rFonts w:ascii="Verdana" w:hAnsi="Verdana"/>
                <w:sz w:val="18"/>
              </w:rPr>
              <w:t>.cz</w:t>
            </w:r>
          </w:p>
        </w:tc>
        <w:tc>
          <w:tcPr>
            <w:tcW w:w="5812" w:type="dxa"/>
            <w:tcBorders>
              <w:top w:val="nil"/>
              <w:left w:val="nil"/>
              <w:bottom w:val="nil"/>
            </w:tcBorders>
          </w:tcPr>
          <w:p w14:paraId="7AB16B6C" w14:textId="0745E693" w:rsidR="000600C8" w:rsidRPr="00621E9F" w:rsidRDefault="000600C8" w:rsidP="000600C8">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0600C8" w:rsidRPr="00F95FBD" w14:paraId="269D4D32" w14:textId="77777777" w:rsidTr="000600C8">
        <w:tc>
          <w:tcPr>
            <w:cnfStyle w:val="001000000000" w:firstRow="0" w:lastRow="0" w:firstColumn="1" w:lastColumn="0" w:oddVBand="0" w:evenVBand="0" w:oddHBand="0" w:evenHBand="0" w:firstRowFirstColumn="0" w:firstRowLastColumn="0" w:lastRowFirstColumn="0" w:lastRowLastColumn="0"/>
            <w:tcW w:w="3056" w:type="dxa"/>
          </w:tcPr>
          <w:p w14:paraId="704B4D04" w14:textId="77777777" w:rsidR="000600C8" w:rsidRPr="00621E9F" w:rsidRDefault="000600C8" w:rsidP="000600C8">
            <w:pPr>
              <w:pStyle w:val="Tabulka"/>
              <w:rPr>
                <w:sz w:val="18"/>
              </w:rPr>
            </w:pPr>
            <w:r w:rsidRPr="00621E9F">
              <w:rPr>
                <w:sz w:val="18"/>
              </w:rPr>
              <w:t>Telefon</w:t>
            </w:r>
          </w:p>
        </w:tc>
        <w:tc>
          <w:tcPr>
            <w:tcW w:w="5812" w:type="dxa"/>
            <w:tcBorders>
              <w:right w:val="nil"/>
            </w:tcBorders>
          </w:tcPr>
          <w:p w14:paraId="7E985B88" w14:textId="59800283" w:rsidR="000600C8" w:rsidRPr="00621E9F" w:rsidRDefault="000600C8" w:rsidP="000600C8">
            <w:pPr>
              <w:pStyle w:val="Tabulka"/>
              <w:cnfStyle w:val="000000000000" w:firstRow="0" w:lastRow="0" w:firstColumn="0" w:lastColumn="0" w:oddVBand="0" w:evenVBand="0" w:oddHBand="0" w:evenHBand="0" w:firstRowFirstColumn="0" w:firstRowLastColumn="0" w:lastRowFirstColumn="0" w:lastRowLastColumn="0"/>
            </w:pPr>
            <w:r w:rsidRPr="00032D40">
              <w:rPr>
                <w:rFonts w:ascii="Verdana" w:hAnsi="Verdana"/>
                <w:sz w:val="18"/>
              </w:rPr>
              <w:t>727 912 426</w:t>
            </w:r>
          </w:p>
        </w:tc>
        <w:tc>
          <w:tcPr>
            <w:tcW w:w="5812" w:type="dxa"/>
            <w:tcBorders>
              <w:top w:val="nil"/>
              <w:left w:val="nil"/>
              <w:bottom w:val="nil"/>
            </w:tcBorders>
          </w:tcPr>
          <w:p w14:paraId="13D67D9B" w14:textId="09CFA923" w:rsidR="000600C8" w:rsidRPr="00621E9F" w:rsidRDefault="000600C8" w:rsidP="000600C8">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7BA73F3E" w14:textId="60CF5BC9" w:rsidR="00ED29F1" w:rsidRDefault="00ED29F1" w:rsidP="00ED29F1">
      <w:pPr>
        <w:pStyle w:val="Textbezodsazen"/>
      </w:pPr>
    </w:p>
    <w:p w14:paraId="0E012A7B" w14:textId="77777777" w:rsidR="00621E9F" w:rsidRPr="00F95FBD" w:rsidRDefault="00621E9F" w:rsidP="00ED29F1">
      <w:pPr>
        <w:pStyle w:val="Textbezodsazen"/>
      </w:pPr>
    </w:p>
    <w:p w14:paraId="4163C3F0" w14:textId="77777777" w:rsidR="00ED29F1" w:rsidRDefault="00ED29F1" w:rsidP="00502690">
      <w:pPr>
        <w:pStyle w:val="Textbezodsazen"/>
        <w:rPr>
          <w:b/>
        </w:rPr>
      </w:pPr>
    </w:p>
    <w:p w14:paraId="1108E988" w14:textId="77777777" w:rsidR="00DC6A14" w:rsidRDefault="00DC6A14" w:rsidP="00502690">
      <w:pPr>
        <w:pStyle w:val="Textbezodsazen"/>
        <w:rPr>
          <w:b/>
        </w:rPr>
      </w:pPr>
    </w:p>
    <w:p w14:paraId="3343A6EF" w14:textId="716C131E" w:rsidR="00ED29F1" w:rsidRPr="00ED29F1" w:rsidRDefault="00DC6A14" w:rsidP="00502690">
      <w:pPr>
        <w:pStyle w:val="Textbezodsazen"/>
        <w:rPr>
          <w:b/>
        </w:rPr>
      </w:pPr>
      <w:r>
        <w:rPr>
          <w:b/>
        </w:rPr>
        <w:t>Za Zhotovitele:</w:t>
      </w:r>
    </w:p>
    <w:p w14:paraId="4567FF0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FEE882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AFB87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43750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33A3DF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A39DA" w14:textId="77777777" w:rsidR="00502690" w:rsidRPr="00F95FBD" w:rsidRDefault="002038D5" w:rsidP="002038D5">
            <w:pPr>
              <w:pStyle w:val="Tabulka"/>
              <w:rPr>
                <w:sz w:val="18"/>
              </w:rPr>
            </w:pPr>
            <w:r w:rsidRPr="00F95FBD">
              <w:rPr>
                <w:sz w:val="18"/>
              </w:rPr>
              <w:t>Adresa</w:t>
            </w:r>
          </w:p>
        </w:tc>
        <w:tc>
          <w:tcPr>
            <w:tcW w:w="5812" w:type="dxa"/>
          </w:tcPr>
          <w:p w14:paraId="30BA3970"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E5373F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6873D1" w14:textId="77777777" w:rsidR="002038D5" w:rsidRPr="00F95FBD" w:rsidRDefault="002038D5" w:rsidP="002038D5">
            <w:pPr>
              <w:pStyle w:val="Tabulka"/>
              <w:rPr>
                <w:sz w:val="18"/>
              </w:rPr>
            </w:pPr>
            <w:r w:rsidRPr="00F95FBD">
              <w:rPr>
                <w:sz w:val="18"/>
              </w:rPr>
              <w:t>E-mail</w:t>
            </w:r>
          </w:p>
        </w:tc>
        <w:tc>
          <w:tcPr>
            <w:tcW w:w="5812" w:type="dxa"/>
          </w:tcPr>
          <w:p w14:paraId="6E2FE4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C3272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949DFA" w14:textId="77777777" w:rsidR="002038D5" w:rsidRPr="00F95FBD" w:rsidRDefault="002038D5" w:rsidP="002038D5">
            <w:pPr>
              <w:pStyle w:val="Tabulka"/>
              <w:rPr>
                <w:sz w:val="18"/>
              </w:rPr>
            </w:pPr>
            <w:r w:rsidRPr="00F95FBD">
              <w:rPr>
                <w:sz w:val="18"/>
              </w:rPr>
              <w:t>Telefon</w:t>
            </w:r>
          </w:p>
        </w:tc>
        <w:tc>
          <w:tcPr>
            <w:tcW w:w="5812" w:type="dxa"/>
          </w:tcPr>
          <w:p w14:paraId="3A7D521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C0F09B" w14:textId="77777777" w:rsidR="002038D5" w:rsidRPr="00F95FBD" w:rsidRDefault="002038D5" w:rsidP="00502690">
      <w:pPr>
        <w:pStyle w:val="Textbezodsazen"/>
      </w:pPr>
    </w:p>
    <w:p w14:paraId="6DDB5F6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AD093E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E8887B"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AC88CD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DE1E27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C73022" w14:textId="77777777" w:rsidR="002038D5" w:rsidRPr="00F95FBD" w:rsidRDefault="002038D5" w:rsidP="002038D5">
            <w:pPr>
              <w:pStyle w:val="Tabulka"/>
              <w:rPr>
                <w:sz w:val="18"/>
              </w:rPr>
            </w:pPr>
            <w:r w:rsidRPr="00F95FBD">
              <w:rPr>
                <w:sz w:val="18"/>
              </w:rPr>
              <w:t>Adresa</w:t>
            </w:r>
          </w:p>
        </w:tc>
        <w:tc>
          <w:tcPr>
            <w:tcW w:w="5812" w:type="dxa"/>
          </w:tcPr>
          <w:p w14:paraId="0A8E3D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2BA7B0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B96198" w14:textId="77777777" w:rsidR="002038D5" w:rsidRPr="00F95FBD" w:rsidRDefault="002038D5" w:rsidP="002038D5">
            <w:pPr>
              <w:pStyle w:val="Tabulka"/>
              <w:rPr>
                <w:sz w:val="18"/>
              </w:rPr>
            </w:pPr>
            <w:r w:rsidRPr="00F95FBD">
              <w:rPr>
                <w:sz w:val="18"/>
              </w:rPr>
              <w:t>E-mail</w:t>
            </w:r>
          </w:p>
        </w:tc>
        <w:tc>
          <w:tcPr>
            <w:tcW w:w="5812" w:type="dxa"/>
          </w:tcPr>
          <w:p w14:paraId="3BE1DB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9964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0D90EF" w14:textId="77777777" w:rsidR="002038D5" w:rsidRPr="00F95FBD" w:rsidRDefault="002038D5" w:rsidP="002038D5">
            <w:pPr>
              <w:pStyle w:val="Tabulka"/>
              <w:rPr>
                <w:sz w:val="18"/>
              </w:rPr>
            </w:pPr>
            <w:r w:rsidRPr="00F95FBD">
              <w:rPr>
                <w:sz w:val="18"/>
              </w:rPr>
              <w:t>Telefon</w:t>
            </w:r>
          </w:p>
        </w:tc>
        <w:tc>
          <w:tcPr>
            <w:tcW w:w="5812" w:type="dxa"/>
          </w:tcPr>
          <w:p w14:paraId="4E7DE3C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BFB5B2" w14:textId="77777777" w:rsidR="002038D5" w:rsidRPr="00F95FBD" w:rsidRDefault="002038D5" w:rsidP="002038D5">
      <w:pPr>
        <w:pStyle w:val="Textbezodsazen"/>
      </w:pPr>
    </w:p>
    <w:p w14:paraId="6EAA631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2EACFD8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A7C20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3CB05D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36D2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D85E7E6" w14:textId="77777777" w:rsidR="002038D5" w:rsidRPr="00F95FBD" w:rsidRDefault="002038D5" w:rsidP="002038D5">
            <w:pPr>
              <w:pStyle w:val="Tabulka"/>
              <w:rPr>
                <w:sz w:val="18"/>
              </w:rPr>
            </w:pPr>
            <w:r w:rsidRPr="00F95FBD">
              <w:rPr>
                <w:sz w:val="18"/>
              </w:rPr>
              <w:t>Adresa</w:t>
            </w:r>
          </w:p>
        </w:tc>
        <w:tc>
          <w:tcPr>
            <w:tcW w:w="5812" w:type="dxa"/>
          </w:tcPr>
          <w:p w14:paraId="551E389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6558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7C70C1" w14:textId="77777777" w:rsidR="002038D5" w:rsidRPr="00F95FBD" w:rsidRDefault="002038D5" w:rsidP="002038D5">
            <w:pPr>
              <w:pStyle w:val="Tabulka"/>
              <w:rPr>
                <w:sz w:val="18"/>
              </w:rPr>
            </w:pPr>
            <w:r w:rsidRPr="00F95FBD">
              <w:rPr>
                <w:sz w:val="18"/>
              </w:rPr>
              <w:t>E-mail</w:t>
            </w:r>
          </w:p>
        </w:tc>
        <w:tc>
          <w:tcPr>
            <w:tcW w:w="5812" w:type="dxa"/>
          </w:tcPr>
          <w:p w14:paraId="79FE573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6ED9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3FAB648" w14:textId="77777777" w:rsidR="002038D5" w:rsidRPr="00F95FBD" w:rsidRDefault="002038D5" w:rsidP="002038D5">
            <w:pPr>
              <w:pStyle w:val="Tabulka"/>
              <w:rPr>
                <w:sz w:val="18"/>
              </w:rPr>
            </w:pPr>
            <w:r w:rsidRPr="00F95FBD">
              <w:rPr>
                <w:sz w:val="18"/>
              </w:rPr>
              <w:t>Telefon</w:t>
            </w:r>
          </w:p>
        </w:tc>
        <w:tc>
          <w:tcPr>
            <w:tcW w:w="5812" w:type="dxa"/>
          </w:tcPr>
          <w:p w14:paraId="642FB6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9F3041" w14:textId="77777777" w:rsidR="002038D5" w:rsidRPr="00F95FBD" w:rsidRDefault="002038D5" w:rsidP="002038D5">
      <w:pPr>
        <w:pStyle w:val="Textbezodsazen"/>
      </w:pPr>
    </w:p>
    <w:p w14:paraId="6E0B0DBE"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3E311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1B33F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3A4C9EA"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049BE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288F2D" w14:textId="77777777" w:rsidR="002038D5" w:rsidRPr="00F95FBD" w:rsidRDefault="002038D5" w:rsidP="00F762A8">
            <w:pPr>
              <w:pStyle w:val="Tabulka"/>
              <w:keepNext/>
              <w:rPr>
                <w:sz w:val="18"/>
              </w:rPr>
            </w:pPr>
            <w:r w:rsidRPr="00F95FBD">
              <w:rPr>
                <w:sz w:val="18"/>
              </w:rPr>
              <w:t>Adresa</w:t>
            </w:r>
          </w:p>
        </w:tc>
        <w:tc>
          <w:tcPr>
            <w:tcW w:w="5812" w:type="dxa"/>
          </w:tcPr>
          <w:p w14:paraId="24099FF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D284A1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15D946" w14:textId="77777777" w:rsidR="002038D5" w:rsidRPr="00F95FBD" w:rsidRDefault="002038D5" w:rsidP="00F762A8">
            <w:pPr>
              <w:pStyle w:val="Tabulka"/>
              <w:keepNext/>
              <w:rPr>
                <w:sz w:val="18"/>
              </w:rPr>
            </w:pPr>
            <w:r w:rsidRPr="00F95FBD">
              <w:rPr>
                <w:sz w:val="18"/>
              </w:rPr>
              <w:t>E-mail</w:t>
            </w:r>
          </w:p>
        </w:tc>
        <w:tc>
          <w:tcPr>
            <w:tcW w:w="5812" w:type="dxa"/>
          </w:tcPr>
          <w:p w14:paraId="093D3BB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A284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AF7586" w14:textId="77777777" w:rsidR="002038D5" w:rsidRPr="00F95FBD" w:rsidRDefault="002038D5" w:rsidP="00165977">
            <w:pPr>
              <w:pStyle w:val="Tabulka"/>
              <w:rPr>
                <w:sz w:val="18"/>
              </w:rPr>
            </w:pPr>
            <w:r w:rsidRPr="00F95FBD">
              <w:rPr>
                <w:sz w:val="18"/>
              </w:rPr>
              <w:t>Telefon</w:t>
            </w:r>
          </w:p>
        </w:tc>
        <w:tc>
          <w:tcPr>
            <w:tcW w:w="5812" w:type="dxa"/>
          </w:tcPr>
          <w:p w14:paraId="2F3C8A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9294E7" w14:textId="1F773C7E" w:rsidR="00165977" w:rsidRPr="00F95FBD" w:rsidRDefault="00165977" w:rsidP="00165977">
      <w:pPr>
        <w:pStyle w:val="Tabulka"/>
      </w:pPr>
    </w:p>
    <w:p w14:paraId="01673E89"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6CE99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D6AE5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6EC0026"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76DED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E0F2E4" w14:textId="77777777" w:rsidR="00165977" w:rsidRPr="00F95FBD" w:rsidRDefault="00165977" w:rsidP="00165977">
            <w:pPr>
              <w:pStyle w:val="Tabulka"/>
              <w:rPr>
                <w:sz w:val="18"/>
              </w:rPr>
            </w:pPr>
            <w:r w:rsidRPr="00F95FBD">
              <w:rPr>
                <w:sz w:val="18"/>
              </w:rPr>
              <w:t>Adresa</w:t>
            </w:r>
          </w:p>
        </w:tc>
        <w:tc>
          <w:tcPr>
            <w:tcW w:w="5812" w:type="dxa"/>
          </w:tcPr>
          <w:p w14:paraId="26D2FE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F7E1A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2ACF81" w14:textId="77777777" w:rsidR="00165977" w:rsidRPr="00F95FBD" w:rsidRDefault="00165977" w:rsidP="00165977">
            <w:pPr>
              <w:pStyle w:val="Tabulka"/>
              <w:rPr>
                <w:sz w:val="18"/>
              </w:rPr>
            </w:pPr>
            <w:r w:rsidRPr="00F95FBD">
              <w:rPr>
                <w:sz w:val="18"/>
              </w:rPr>
              <w:t>E-mail</w:t>
            </w:r>
          </w:p>
        </w:tc>
        <w:tc>
          <w:tcPr>
            <w:tcW w:w="5812" w:type="dxa"/>
          </w:tcPr>
          <w:p w14:paraId="486756E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11598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D296F2" w14:textId="77777777" w:rsidR="00165977" w:rsidRPr="00F95FBD" w:rsidRDefault="00165977" w:rsidP="00165977">
            <w:pPr>
              <w:pStyle w:val="Tabulka"/>
              <w:rPr>
                <w:sz w:val="18"/>
              </w:rPr>
            </w:pPr>
            <w:r w:rsidRPr="00F95FBD">
              <w:rPr>
                <w:sz w:val="18"/>
              </w:rPr>
              <w:t>Telefon</w:t>
            </w:r>
          </w:p>
        </w:tc>
        <w:tc>
          <w:tcPr>
            <w:tcW w:w="5812" w:type="dxa"/>
          </w:tcPr>
          <w:p w14:paraId="20F5A6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A3F61E" w14:textId="77777777" w:rsidR="00165977" w:rsidRPr="00F95FBD" w:rsidRDefault="00165977" w:rsidP="00165977">
      <w:pPr>
        <w:pStyle w:val="Tabulka"/>
      </w:pPr>
    </w:p>
    <w:p w14:paraId="3425BC95" w14:textId="77777777" w:rsidR="00F95FBD" w:rsidRDefault="00F95FBD" w:rsidP="00165977">
      <w:pPr>
        <w:pStyle w:val="Tabulka"/>
      </w:pPr>
    </w:p>
    <w:p w14:paraId="26C0783F"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0D1D3BE" w14:textId="77777777" w:rsidR="00ED29F1" w:rsidRPr="00F97DBD" w:rsidRDefault="00ED29F1" w:rsidP="00ED29F1">
      <w:pPr>
        <w:pStyle w:val="Nadpisbezsl1-1"/>
      </w:pPr>
      <w:r w:rsidRPr="00F97DBD">
        <w:lastRenderedPageBreak/>
        <w:t>Příloha č. 7</w:t>
      </w:r>
    </w:p>
    <w:p w14:paraId="4CB4E51B" w14:textId="77777777" w:rsidR="00ED29F1" w:rsidRPr="00F97DBD" w:rsidRDefault="00ED29F1" w:rsidP="00ED29F1">
      <w:pPr>
        <w:pStyle w:val="Nadpisbezsl1-2"/>
      </w:pPr>
      <w:r w:rsidRPr="00F97DBD">
        <w:t>Seznam požadovaných pojištění</w:t>
      </w:r>
    </w:p>
    <w:p w14:paraId="52C628C8" w14:textId="77777777" w:rsidR="00ED29F1" w:rsidRPr="00F97DBD" w:rsidRDefault="00ED29F1" w:rsidP="00ED29F1">
      <w:pPr>
        <w:pStyle w:val="Textbezodsazen"/>
      </w:pPr>
      <w:r w:rsidRPr="00F97DBD">
        <w:t>Objednatel vyžaduje, aby Zhotovitel v souladu se Smlouvou prokázal následující pojištění:</w:t>
      </w:r>
    </w:p>
    <w:p w14:paraId="171750AF"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2F52DA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47EFCB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6B32DE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9975AE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2E5D3C8" w14:textId="77777777" w:rsidR="002C7A28" w:rsidRPr="008E3804" w:rsidRDefault="002C7A28" w:rsidP="00165977">
            <w:pPr>
              <w:pStyle w:val="Tabulka"/>
              <w:rPr>
                <w:highlight w:val="green"/>
              </w:rPr>
            </w:pPr>
            <w:r w:rsidRPr="00691F2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5FA979D" w14:textId="4846C6F1" w:rsidR="002C7A28" w:rsidRPr="00237CBD" w:rsidRDefault="00590727" w:rsidP="00165977">
            <w:pPr>
              <w:pStyle w:val="Tabulka"/>
              <w:cnfStyle w:val="000000000000" w:firstRow="0" w:lastRow="0" w:firstColumn="0" w:lastColumn="0" w:oddVBand="0" w:evenVBand="0" w:oddHBand="0" w:evenHBand="0" w:firstRowFirstColumn="0" w:firstRowLastColumn="0" w:lastRowFirstColumn="0" w:lastRowLastColumn="0"/>
              <w:rPr>
                <w:b/>
              </w:rPr>
            </w:pPr>
            <w:r w:rsidRPr="001D3FE4">
              <w:rPr>
                <w:b/>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A3884C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E86DC9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6C90E5C" w14:textId="226C0B5F" w:rsidR="002C7A28" w:rsidRPr="00E50E04" w:rsidRDefault="002A784C" w:rsidP="00F94436">
            <w:pPr>
              <w:pStyle w:val="Tabulka"/>
              <w:cnfStyle w:val="000000000000" w:firstRow="0" w:lastRow="0" w:firstColumn="0" w:lastColumn="0" w:oddVBand="0" w:evenVBand="0" w:oddHBand="0" w:evenHBand="0" w:firstRowFirstColumn="0" w:firstRowLastColumn="0" w:lastRowFirstColumn="0" w:lastRowLastColumn="0"/>
              <w:rPr>
                <w:b/>
                <w:sz w:val="18"/>
              </w:rPr>
            </w:pPr>
            <w:r w:rsidRPr="00E50E04">
              <w:rPr>
                <w:rFonts w:eastAsia="Times New Roman" w:cs="Calibri"/>
                <w:b/>
                <w:sz w:val="18"/>
                <w:lang w:eastAsia="cs-CZ"/>
              </w:rPr>
              <w:t>M</w:t>
            </w:r>
            <w:r w:rsidR="002C7A28" w:rsidRPr="00E50E04">
              <w:rPr>
                <w:rFonts w:eastAsia="Times New Roman" w:cs="Calibri"/>
                <w:b/>
                <w:sz w:val="18"/>
                <w:lang w:eastAsia="cs-CZ"/>
              </w:rPr>
              <w:t xml:space="preserve">inimálně </w:t>
            </w:r>
            <w:r w:rsidR="000600C8">
              <w:rPr>
                <w:rFonts w:eastAsia="Times New Roman" w:cs="Calibri"/>
                <w:b/>
                <w:sz w:val="18"/>
                <w:lang w:eastAsia="cs-CZ"/>
              </w:rPr>
              <w:t>2</w:t>
            </w:r>
            <w:r w:rsidR="001D3FE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color w:val="000000"/>
                <w:sz w:val="18"/>
                <w:lang w:eastAsia="cs-CZ"/>
              </w:rPr>
              <w:t>mil.</w:t>
            </w:r>
            <w:r w:rsidR="00995AED" w:rsidRPr="00E50E04">
              <w:rPr>
                <w:rFonts w:eastAsia="Times New Roman" w:cs="Calibri"/>
                <w:b/>
                <w:color w:val="000000"/>
                <w:sz w:val="18"/>
                <w:lang w:eastAsia="cs-CZ"/>
              </w:rPr>
              <w:t xml:space="preserve"> </w:t>
            </w:r>
            <w:r w:rsidR="002C7A28" w:rsidRPr="00E50E04">
              <w:rPr>
                <w:rFonts w:eastAsia="Times New Roman" w:cs="Calibri"/>
                <w:b/>
                <w:color w:val="000000"/>
                <w:sz w:val="18"/>
                <w:lang w:eastAsia="cs-CZ"/>
              </w:rPr>
              <w:t>Kč</w:t>
            </w:r>
            <w:r w:rsidR="002C7A28" w:rsidRPr="00E50E04">
              <w:rPr>
                <w:rFonts w:eastAsia="Times New Roman" w:cs="Calibri"/>
                <w:b/>
                <w:sz w:val="18"/>
                <w:lang w:eastAsia="cs-CZ"/>
              </w:rPr>
              <w:t xml:space="preserve"> na jednu pojistnou událost a </w:t>
            </w:r>
            <w:r w:rsidR="000600C8">
              <w:rPr>
                <w:rFonts w:eastAsia="Times New Roman" w:cs="Calibri"/>
                <w:b/>
                <w:sz w:val="18"/>
                <w:lang w:eastAsia="cs-CZ"/>
              </w:rPr>
              <w:t>4</w:t>
            </w:r>
            <w:r w:rsidR="00691F2F" w:rsidRPr="00E50E04">
              <w:rPr>
                <w:rFonts w:eastAsia="Times New Roman" w:cs="Calibri"/>
                <w:b/>
                <w:sz w:val="18"/>
                <w:lang w:eastAsia="cs-CZ"/>
              </w:rPr>
              <w:t>0</w:t>
            </w:r>
            <w:r w:rsidR="00995AED" w:rsidRPr="00E50E04">
              <w:rPr>
                <w:rFonts w:eastAsia="Times New Roman" w:cs="Calibri"/>
                <w:b/>
                <w:sz w:val="18"/>
                <w:lang w:eastAsia="cs-CZ"/>
              </w:rPr>
              <w:t xml:space="preserve"> </w:t>
            </w:r>
            <w:r w:rsidR="002C7A28" w:rsidRPr="00E50E04">
              <w:rPr>
                <w:rFonts w:eastAsia="Times New Roman" w:cs="Calibri"/>
                <w:b/>
                <w:sz w:val="18"/>
                <w:lang w:eastAsia="cs-CZ"/>
              </w:rPr>
              <w:t>mil. Kč v úhrnu za rok</w:t>
            </w:r>
          </w:p>
        </w:tc>
      </w:tr>
    </w:tbl>
    <w:p w14:paraId="154BEB8B"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C97EE05" w14:textId="77777777" w:rsidR="00F95FBD" w:rsidRDefault="00ED29F1" w:rsidP="00F762A8">
      <w:pPr>
        <w:pStyle w:val="Nadpisbezsl1-1"/>
      </w:pPr>
      <w:r>
        <w:lastRenderedPageBreak/>
        <w:t>Příloha č. 8</w:t>
      </w:r>
    </w:p>
    <w:p w14:paraId="0B92E3FA" w14:textId="77777777" w:rsidR="00F95FBD" w:rsidRDefault="00F95FBD" w:rsidP="00F762A8">
      <w:pPr>
        <w:pStyle w:val="Nadpisbezsl1-2"/>
      </w:pPr>
      <w:r>
        <w:t>Seznam poddodavatelů</w:t>
      </w:r>
    </w:p>
    <w:p w14:paraId="1D409D1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FEE759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2D7B986" w14:textId="77777777" w:rsidR="00F95FBD" w:rsidRPr="00F95FBD" w:rsidRDefault="002A784C" w:rsidP="00F762A8">
            <w:pPr>
              <w:pStyle w:val="Tabulka"/>
              <w:jc w:val="left"/>
              <w:rPr>
                <w:rStyle w:val="Nadpisvtabulce"/>
              </w:rPr>
            </w:pPr>
            <w:r w:rsidRPr="00F95FBD">
              <w:rPr>
                <w:rStyle w:val="Nadpisvtabulce"/>
              </w:rPr>
              <w:t>IDENTIFIKACE PODDODAVATELE</w:t>
            </w:r>
          </w:p>
          <w:p w14:paraId="38F523A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F6636B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F4E751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683665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A22802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89BC8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B71C4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23041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F9877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CFEAF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7567F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F5E16E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61B70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FB6A5D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D04E1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A06E28" w14:textId="77777777" w:rsidR="00F95FBD" w:rsidRPr="00F95FBD" w:rsidRDefault="00F95FBD" w:rsidP="00F95FBD">
      <w:pPr>
        <w:pStyle w:val="Tabulka"/>
      </w:pPr>
    </w:p>
    <w:p w14:paraId="60AEEC1D" w14:textId="77777777" w:rsidR="00F95FBD" w:rsidRPr="00F95FBD" w:rsidRDefault="00F95FBD" w:rsidP="00F95FBD">
      <w:pPr>
        <w:pStyle w:val="Tabulka"/>
      </w:pPr>
    </w:p>
    <w:p w14:paraId="31A510D8" w14:textId="77777777" w:rsidR="00F95FBD" w:rsidRDefault="00F95FBD" w:rsidP="00F95FBD">
      <w:pPr>
        <w:pStyle w:val="Tabulka"/>
      </w:pPr>
    </w:p>
    <w:p w14:paraId="2483EF0F" w14:textId="77777777" w:rsidR="00F95FBD" w:rsidRDefault="00F95FBD" w:rsidP="00F95FBD">
      <w:pPr>
        <w:pStyle w:val="Tabulka"/>
      </w:pPr>
    </w:p>
    <w:p w14:paraId="7476DBF3"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EE100C0" w14:textId="77777777" w:rsidR="00F762A8" w:rsidRDefault="002C7A28" w:rsidP="00F762A8">
      <w:pPr>
        <w:pStyle w:val="Nadpisbezsl1-1"/>
      </w:pPr>
      <w:r>
        <w:lastRenderedPageBreak/>
        <w:t>Příloha č. 9</w:t>
      </w:r>
    </w:p>
    <w:p w14:paraId="68E688CF" w14:textId="77777777" w:rsidR="00F762A8" w:rsidRDefault="00F762A8" w:rsidP="00F762A8">
      <w:pPr>
        <w:pStyle w:val="Nadpisbezsl1-2"/>
      </w:pPr>
      <w:r>
        <w:t>Zmocnění Vedoucího zhotovitele</w:t>
      </w:r>
    </w:p>
    <w:p w14:paraId="6F1B5CD7"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AE9E8" w14:textId="77777777" w:rsidR="00AE2E16" w:rsidRDefault="00AE2E16" w:rsidP="00962258">
      <w:pPr>
        <w:spacing w:after="0" w:line="240" w:lineRule="auto"/>
      </w:pPr>
      <w:r>
        <w:separator/>
      </w:r>
    </w:p>
  </w:endnote>
  <w:endnote w:type="continuationSeparator" w:id="0">
    <w:p w14:paraId="2C688661" w14:textId="77777777" w:rsidR="00AE2E16" w:rsidRDefault="00AE2E1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1B7" w14:paraId="7A9F811A" w14:textId="77777777" w:rsidTr="00EB46E5">
      <w:tc>
        <w:tcPr>
          <w:tcW w:w="1361" w:type="dxa"/>
          <w:tcMar>
            <w:left w:w="0" w:type="dxa"/>
            <w:right w:w="0" w:type="dxa"/>
          </w:tcMar>
          <w:vAlign w:val="bottom"/>
        </w:tcPr>
        <w:p w14:paraId="5A773993" w14:textId="308D2074" w:rsidR="000251B7" w:rsidRPr="00B8518B" w:rsidRDefault="000251B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1EE">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1EE">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E8B1D1" w14:textId="77777777" w:rsidR="000251B7" w:rsidRDefault="000251B7" w:rsidP="00B8518B">
          <w:pPr>
            <w:pStyle w:val="Zpat"/>
          </w:pPr>
        </w:p>
      </w:tc>
      <w:tc>
        <w:tcPr>
          <w:tcW w:w="425" w:type="dxa"/>
          <w:shd w:val="clear" w:color="auto" w:fill="auto"/>
          <w:tcMar>
            <w:left w:w="0" w:type="dxa"/>
            <w:right w:w="0" w:type="dxa"/>
          </w:tcMar>
        </w:tcPr>
        <w:p w14:paraId="3BFA6A9B" w14:textId="77777777" w:rsidR="000251B7" w:rsidRDefault="000251B7" w:rsidP="00B8518B">
          <w:pPr>
            <w:pStyle w:val="Zpat"/>
          </w:pPr>
        </w:p>
      </w:tc>
      <w:tc>
        <w:tcPr>
          <w:tcW w:w="8505" w:type="dxa"/>
        </w:tcPr>
        <w:p w14:paraId="10D88152" w14:textId="77777777" w:rsidR="000251B7" w:rsidRPr="00E7415D" w:rsidRDefault="000251B7" w:rsidP="00F422D3">
          <w:pPr>
            <w:pStyle w:val="Zpat0"/>
            <w:rPr>
              <w:b/>
            </w:rPr>
          </w:pPr>
          <w:r w:rsidRPr="00E7415D">
            <w:rPr>
              <w:b/>
            </w:rPr>
            <w:t>SMLOUVA O DÍLO</w:t>
          </w:r>
        </w:p>
        <w:p w14:paraId="5CE5E56D" w14:textId="77777777" w:rsidR="000251B7" w:rsidRDefault="000251B7" w:rsidP="00F422D3">
          <w:pPr>
            <w:pStyle w:val="Zpat0"/>
          </w:pPr>
          <w:r>
            <w:t>Zhotovení stavby</w:t>
          </w:r>
        </w:p>
      </w:tc>
    </w:tr>
  </w:tbl>
  <w:p w14:paraId="5428C1F9" w14:textId="77777777" w:rsidR="000251B7" w:rsidRPr="00B8518B" w:rsidRDefault="000251B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1B7" w14:paraId="7AD43202" w14:textId="77777777" w:rsidTr="00EB46E5">
      <w:tc>
        <w:tcPr>
          <w:tcW w:w="1361" w:type="dxa"/>
          <w:tcMar>
            <w:left w:w="0" w:type="dxa"/>
            <w:right w:w="0" w:type="dxa"/>
          </w:tcMar>
          <w:vAlign w:val="bottom"/>
        </w:tcPr>
        <w:p w14:paraId="3848BF45" w14:textId="658E1BE0" w:rsidR="000251B7" w:rsidRPr="00B8518B" w:rsidRDefault="000251B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1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1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DE8ECF" w14:textId="77777777" w:rsidR="000251B7" w:rsidRDefault="000251B7" w:rsidP="00B8518B">
          <w:pPr>
            <w:pStyle w:val="Zpat"/>
          </w:pPr>
        </w:p>
      </w:tc>
      <w:tc>
        <w:tcPr>
          <w:tcW w:w="425" w:type="dxa"/>
          <w:shd w:val="clear" w:color="auto" w:fill="auto"/>
          <w:tcMar>
            <w:left w:w="0" w:type="dxa"/>
            <w:right w:w="0" w:type="dxa"/>
          </w:tcMar>
        </w:tcPr>
        <w:p w14:paraId="4A1985BF" w14:textId="77777777" w:rsidR="000251B7" w:rsidRDefault="000251B7" w:rsidP="00B8518B">
          <w:pPr>
            <w:pStyle w:val="Zpat"/>
          </w:pPr>
        </w:p>
      </w:tc>
      <w:tc>
        <w:tcPr>
          <w:tcW w:w="8505" w:type="dxa"/>
        </w:tcPr>
        <w:p w14:paraId="502CD577" w14:textId="77777777" w:rsidR="000251B7" w:rsidRPr="00143EC0" w:rsidRDefault="000251B7" w:rsidP="00F422D3">
          <w:pPr>
            <w:pStyle w:val="Zpat0"/>
            <w:rPr>
              <w:b/>
            </w:rPr>
          </w:pPr>
          <w:r>
            <w:rPr>
              <w:b/>
            </w:rPr>
            <w:t>PŘÍLOHA č. 8</w:t>
          </w:r>
        </w:p>
        <w:p w14:paraId="63061157" w14:textId="77777777" w:rsidR="000251B7" w:rsidRDefault="000251B7" w:rsidP="00F95FBD">
          <w:pPr>
            <w:pStyle w:val="Zpat0"/>
          </w:pPr>
          <w:r>
            <w:t>SMLOUVA O DÍLO - Zhotovení stavby</w:t>
          </w:r>
        </w:p>
      </w:tc>
    </w:tr>
  </w:tbl>
  <w:p w14:paraId="398F7D26" w14:textId="77777777" w:rsidR="000251B7" w:rsidRPr="00B8518B" w:rsidRDefault="000251B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1B7" w14:paraId="66BBBEF8" w14:textId="77777777" w:rsidTr="00EB46E5">
      <w:tc>
        <w:tcPr>
          <w:tcW w:w="1361" w:type="dxa"/>
          <w:tcMar>
            <w:left w:w="0" w:type="dxa"/>
            <w:right w:w="0" w:type="dxa"/>
          </w:tcMar>
          <w:vAlign w:val="bottom"/>
        </w:tcPr>
        <w:p w14:paraId="54993B2B" w14:textId="5AA031CE" w:rsidR="000251B7" w:rsidRPr="00B8518B" w:rsidRDefault="000251B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1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1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7FCDF2" w14:textId="77777777" w:rsidR="000251B7" w:rsidRDefault="000251B7" w:rsidP="00B8518B">
          <w:pPr>
            <w:pStyle w:val="Zpat"/>
          </w:pPr>
        </w:p>
      </w:tc>
      <w:tc>
        <w:tcPr>
          <w:tcW w:w="425" w:type="dxa"/>
          <w:shd w:val="clear" w:color="auto" w:fill="auto"/>
          <w:tcMar>
            <w:left w:w="0" w:type="dxa"/>
            <w:right w:w="0" w:type="dxa"/>
          </w:tcMar>
        </w:tcPr>
        <w:p w14:paraId="630C70EA" w14:textId="77777777" w:rsidR="000251B7" w:rsidRDefault="000251B7" w:rsidP="00B8518B">
          <w:pPr>
            <w:pStyle w:val="Zpat"/>
          </w:pPr>
        </w:p>
      </w:tc>
      <w:tc>
        <w:tcPr>
          <w:tcW w:w="8505" w:type="dxa"/>
        </w:tcPr>
        <w:p w14:paraId="6F549D18" w14:textId="77777777" w:rsidR="000251B7" w:rsidRPr="00143EC0" w:rsidRDefault="000251B7" w:rsidP="00F422D3">
          <w:pPr>
            <w:pStyle w:val="Zpat0"/>
            <w:rPr>
              <w:b/>
            </w:rPr>
          </w:pPr>
          <w:r>
            <w:rPr>
              <w:b/>
            </w:rPr>
            <w:t>PŘÍLOHA č. 9</w:t>
          </w:r>
        </w:p>
        <w:p w14:paraId="1C1B84A0" w14:textId="77777777" w:rsidR="000251B7" w:rsidRDefault="000251B7" w:rsidP="00F95FBD">
          <w:pPr>
            <w:pStyle w:val="Zpat0"/>
          </w:pPr>
          <w:r>
            <w:t>SMLOUVA O DÍLO - Zhotovení stavby</w:t>
          </w:r>
        </w:p>
      </w:tc>
    </w:tr>
  </w:tbl>
  <w:p w14:paraId="4B9A2FEC" w14:textId="77777777" w:rsidR="000251B7" w:rsidRPr="00B8518B" w:rsidRDefault="000251B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4CCE" w14:textId="77777777" w:rsidR="000251B7" w:rsidRPr="00B8518B" w:rsidRDefault="000251B7" w:rsidP="00460660">
    <w:pPr>
      <w:pStyle w:val="Zpat"/>
      <w:rPr>
        <w:sz w:val="2"/>
        <w:szCs w:val="2"/>
      </w:rPr>
    </w:pPr>
  </w:p>
  <w:p w14:paraId="11814B03" w14:textId="77777777" w:rsidR="000251B7" w:rsidRPr="00460660" w:rsidRDefault="000251B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1B7" w14:paraId="31F489E9" w14:textId="77777777" w:rsidTr="00EB46E5">
      <w:tc>
        <w:tcPr>
          <w:tcW w:w="1361" w:type="dxa"/>
          <w:tcMar>
            <w:left w:w="0" w:type="dxa"/>
            <w:right w:w="0" w:type="dxa"/>
          </w:tcMar>
          <w:vAlign w:val="bottom"/>
        </w:tcPr>
        <w:p w14:paraId="32C0D1B6" w14:textId="0D532DAE" w:rsidR="000251B7" w:rsidRPr="00B8518B" w:rsidRDefault="000251B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1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1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3A0A8F" w14:textId="77777777" w:rsidR="000251B7" w:rsidRDefault="000251B7" w:rsidP="00B8518B">
          <w:pPr>
            <w:pStyle w:val="Zpat"/>
          </w:pPr>
        </w:p>
      </w:tc>
      <w:tc>
        <w:tcPr>
          <w:tcW w:w="425" w:type="dxa"/>
          <w:shd w:val="clear" w:color="auto" w:fill="auto"/>
          <w:tcMar>
            <w:left w:w="0" w:type="dxa"/>
            <w:right w:w="0" w:type="dxa"/>
          </w:tcMar>
        </w:tcPr>
        <w:p w14:paraId="0FB3E8D1" w14:textId="77777777" w:rsidR="000251B7" w:rsidRDefault="000251B7" w:rsidP="00B8518B">
          <w:pPr>
            <w:pStyle w:val="Zpat"/>
          </w:pPr>
        </w:p>
      </w:tc>
      <w:tc>
        <w:tcPr>
          <w:tcW w:w="8505" w:type="dxa"/>
        </w:tcPr>
        <w:p w14:paraId="03F75DBD" w14:textId="77777777" w:rsidR="000251B7" w:rsidRPr="00143EC0" w:rsidRDefault="000251B7" w:rsidP="00F422D3">
          <w:pPr>
            <w:pStyle w:val="Zpat0"/>
            <w:rPr>
              <w:b/>
            </w:rPr>
          </w:pPr>
          <w:r w:rsidRPr="00143EC0">
            <w:rPr>
              <w:b/>
            </w:rPr>
            <w:t>PŘÍLOHA č. 1</w:t>
          </w:r>
        </w:p>
        <w:p w14:paraId="43D3DDE6" w14:textId="77777777" w:rsidR="000251B7" w:rsidRDefault="000251B7" w:rsidP="00F95FBD">
          <w:pPr>
            <w:pStyle w:val="Zpat0"/>
          </w:pPr>
          <w:r>
            <w:t>SMLOUVA O DÍLO - Zhotovení stavby</w:t>
          </w:r>
        </w:p>
      </w:tc>
    </w:tr>
  </w:tbl>
  <w:p w14:paraId="0D5B82D1" w14:textId="77777777" w:rsidR="000251B7" w:rsidRPr="00B8518B" w:rsidRDefault="000251B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1B7" w14:paraId="30F98B2E" w14:textId="77777777" w:rsidTr="00EB46E5">
      <w:tc>
        <w:tcPr>
          <w:tcW w:w="1361" w:type="dxa"/>
          <w:tcMar>
            <w:left w:w="0" w:type="dxa"/>
            <w:right w:w="0" w:type="dxa"/>
          </w:tcMar>
          <w:vAlign w:val="bottom"/>
        </w:tcPr>
        <w:p w14:paraId="686CF766" w14:textId="524A6A95" w:rsidR="000251B7" w:rsidRPr="00B8518B" w:rsidRDefault="000251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1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1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BFFE9" w14:textId="77777777" w:rsidR="000251B7" w:rsidRDefault="000251B7" w:rsidP="005A7872">
          <w:pPr>
            <w:pStyle w:val="Zpat"/>
          </w:pPr>
        </w:p>
      </w:tc>
      <w:tc>
        <w:tcPr>
          <w:tcW w:w="425" w:type="dxa"/>
          <w:shd w:val="clear" w:color="auto" w:fill="auto"/>
          <w:tcMar>
            <w:left w:w="0" w:type="dxa"/>
            <w:right w:w="0" w:type="dxa"/>
          </w:tcMar>
        </w:tcPr>
        <w:p w14:paraId="5F757126" w14:textId="77777777" w:rsidR="000251B7" w:rsidRDefault="000251B7" w:rsidP="00B8518B">
          <w:pPr>
            <w:pStyle w:val="Zpat"/>
          </w:pPr>
        </w:p>
      </w:tc>
      <w:tc>
        <w:tcPr>
          <w:tcW w:w="8505" w:type="dxa"/>
        </w:tcPr>
        <w:p w14:paraId="3782A109" w14:textId="77777777" w:rsidR="000251B7" w:rsidRPr="00143EC0" w:rsidRDefault="000251B7" w:rsidP="00F422D3">
          <w:pPr>
            <w:pStyle w:val="Zpat0"/>
            <w:rPr>
              <w:b/>
            </w:rPr>
          </w:pPr>
          <w:r>
            <w:rPr>
              <w:b/>
            </w:rPr>
            <w:t>PŘÍLOHA č. 2</w:t>
          </w:r>
        </w:p>
        <w:p w14:paraId="2968B521" w14:textId="77777777" w:rsidR="000251B7" w:rsidRDefault="000251B7" w:rsidP="00F95FBD">
          <w:pPr>
            <w:pStyle w:val="Zpat0"/>
          </w:pPr>
          <w:r>
            <w:t>SMLOUVA O DÍLO - Zhotovení stavby</w:t>
          </w:r>
        </w:p>
      </w:tc>
    </w:tr>
  </w:tbl>
  <w:p w14:paraId="705D3588" w14:textId="77777777" w:rsidR="000251B7" w:rsidRPr="00B8518B" w:rsidRDefault="000251B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1B7" w14:paraId="22865984" w14:textId="77777777" w:rsidTr="00EB46E5">
      <w:tc>
        <w:tcPr>
          <w:tcW w:w="1361" w:type="dxa"/>
          <w:tcMar>
            <w:left w:w="0" w:type="dxa"/>
            <w:right w:w="0" w:type="dxa"/>
          </w:tcMar>
          <w:vAlign w:val="bottom"/>
        </w:tcPr>
        <w:p w14:paraId="7B3FB75A" w14:textId="2FE8CC7B" w:rsidR="000251B7" w:rsidRPr="00B8518B" w:rsidRDefault="000251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1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1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69F187" w14:textId="77777777" w:rsidR="000251B7" w:rsidRDefault="000251B7" w:rsidP="005A7872">
          <w:pPr>
            <w:pStyle w:val="Zpat"/>
          </w:pPr>
        </w:p>
      </w:tc>
      <w:tc>
        <w:tcPr>
          <w:tcW w:w="425" w:type="dxa"/>
          <w:shd w:val="clear" w:color="auto" w:fill="auto"/>
          <w:tcMar>
            <w:left w:w="0" w:type="dxa"/>
            <w:right w:w="0" w:type="dxa"/>
          </w:tcMar>
        </w:tcPr>
        <w:p w14:paraId="3963AF5F" w14:textId="77777777" w:rsidR="000251B7" w:rsidRDefault="000251B7" w:rsidP="00B8518B">
          <w:pPr>
            <w:pStyle w:val="Zpat"/>
          </w:pPr>
        </w:p>
      </w:tc>
      <w:tc>
        <w:tcPr>
          <w:tcW w:w="8505" w:type="dxa"/>
        </w:tcPr>
        <w:p w14:paraId="404B957F" w14:textId="77777777" w:rsidR="000251B7" w:rsidRPr="00143EC0" w:rsidRDefault="000251B7" w:rsidP="00F422D3">
          <w:pPr>
            <w:pStyle w:val="Zpat0"/>
            <w:rPr>
              <w:b/>
            </w:rPr>
          </w:pPr>
          <w:r>
            <w:rPr>
              <w:b/>
            </w:rPr>
            <w:t>PŘÍLOHA č. 3</w:t>
          </w:r>
        </w:p>
        <w:p w14:paraId="2EB2F5A4" w14:textId="77777777" w:rsidR="000251B7" w:rsidRDefault="000251B7" w:rsidP="00F95FBD">
          <w:pPr>
            <w:pStyle w:val="Zpat0"/>
          </w:pPr>
          <w:r>
            <w:t>SMLOUVA O DÍLO - Zhotovení stavby</w:t>
          </w:r>
        </w:p>
      </w:tc>
    </w:tr>
  </w:tbl>
  <w:p w14:paraId="1724D4A1" w14:textId="77777777" w:rsidR="000251B7" w:rsidRPr="00B8518B" w:rsidRDefault="000251B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1B7" w14:paraId="66A233B1" w14:textId="77777777" w:rsidTr="00EB46E5">
      <w:tc>
        <w:tcPr>
          <w:tcW w:w="1361" w:type="dxa"/>
          <w:tcMar>
            <w:left w:w="0" w:type="dxa"/>
            <w:right w:w="0" w:type="dxa"/>
          </w:tcMar>
          <w:vAlign w:val="bottom"/>
        </w:tcPr>
        <w:p w14:paraId="7716931D" w14:textId="49DA0119" w:rsidR="000251B7" w:rsidRPr="00B8518B" w:rsidRDefault="000251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1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1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16C92E" w14:textId="77777777" w:rsidR="000251B7" w:rsidRDefault="000251B7" w:rsidP="005A7872">
          <w:pPr>
            <w:pStyle w:val="Zpat"/>
          </w:pPr>
        </w:p>
      </w:tc>
      <w:tc>
        <w:tcPr>
          <w:tcW w:w="425" w:type="dxa"/>
          <w:shd w:val="clear" w:color="auto" w:fill="auto"/>
          <w:tcMar>
            <w:left w:w="0" w:type="dxa"/>
            <w:right w:w="0" w:type="dxa"/>
          </w:tcMar>
        </w:tcPr>
        <w:p w14:paraId="5D30B71C" w14:textId="77777777" w:rsidR="000251B7" w:rsidRDefault="000251B7" w:rsidP="00B8518B">
          <w:pPr>
            <w:pStyle w:val="Zpat"/>
          </w:pPr>
        </w:p>
      </w:tc>
      <w:tc>
        <w:tcPr>
          <w:tcW w:w="8505" w:type="dxa"/>
        </w:tcPr>
        <w:p w14:paraId="30ED9F5D" w14:textId="77777777" w:rsidR="000251B7" w:rsidRPr="00143EC0" w:rsidRDefault="000251B7" w:rsidP="00F422D3">
          <w:pPr>
            <w:pStyle w:val="Zpat0"/>
            <w:rPr>
              <w:b/>
            </w:rPr>
          </w:pPr>
          <w:r>
            <w:rPr>
              <w:b/>
            </w:rPr>
            <w:t>PŘÍLOHA č. 4</w:t>
          </w:r>
        </w:p>
        <w:p w14:paraId="270785BC" w14:textId="77777777" w:rsidR="000251B7" w:rsidRDefault="000251B7" w:rsidP="00F95FBD">
          <w:pPr>
            <w:pStyle w:val="Zpat0"/>
          </w:pPr>
          <w:r>
            <w:t>SMLOUVA O DÍLO - Zhotovení stavby</w:t>
          </w:r>
        </w:p>
      </w:tc>
    </w:tr>
  </w:tbl>
  <w:p w14:paraId="77A6088E" w14:textId="77777777" w:rsidR="000251B7" w:rsidRPr="00B8518B" w:rsidRDefault="000251B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1B7" w14:paraId="782F830F" w14:textId="77777777" w:rsidTr="00EB46E5">
      <w:tc>
        <w:tcPr>
          <w:tcW w:w="1361" w:type="dxa"/>
          <w:tcMar>
            <w:left w:w="0" w:type="dxa"/>
            <w:right w:w="0" w:type="dxa"/>
          </w:tcMar>
          <w:vAlign w:val="bottom"/>
        </w:tcPr>
        <w:p w14:paraId="09451761" w14:textId="5A36FC25" w:rsidR="000251B7" w:rsidRPr="00B8518B" w:rsidRDefault="000251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1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1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9E99BD" w14:textId="77777777" w:rsidR="000251B7" w:rsidRDefault="000251B7" w:rsidP="005A7872">
          <w:pPr>
            <w:pStyle w:val="Zpat"/>
          </w:pPr>
        </w:p>
      </w:tc>
      <w:tc>
        <w:tcPr>
          <w:tcW w:w="425" w:type="dxa"/>
          <w:shd w:val="clear" w:color="auto" w:fill="auto"/>
          <w:tcMar>
            <w:left w:w="0" w:type="dxa"/>
            <w:right w:w="0" w:type="dxa"/>
          </w:tcMar>
        </w:tcPr>
        <w:p w14:paraId="717CB5A8" w14:textId="77777777" w:rsidR="000251B7" w:rsidRDefault="000251B7" w:rsidP="00B8518B">
          <w:pPr>
            <w:pStyle w:val="Zpat"/>
          </w:pPr>
        </w:p>
      </w:tc>
      <w:tc>
        <w:tcPr>
          <w:tcW w:w="8505" w:type="dxa"/>
        </w:tcPr>
        <w:p w14:paraId="5851F19B" w14:textId="77777777" w:rsidR="000251B7" w:rsidRPr="00143EC0" w:rsidRDefault="000251B7" w:rsidP="00F422D3">
          <w:pPr>
            <w:pStyle w:val="Zpat0"/>
            <w:rPr>
              <w:b/>
            </w:rPr>
          </w:pPr>
          <w:r>
            <w:rPr>
              <w:b/>
            </w:rPr>
            <w:t>PŘÍLOHA č. 5</w:t>
          </w:r>
        </w:p>
        <w:p w14:paraId="5AAE9FA6" w14:textId="77777777" w:rsidR="000251B7" w:rsidRDefault="000251B7" w:rsidP="00F95FBD">
          <w:pPr>
            <w:pStyle w:val="Zpat0"/>
          </w:pPr>
          <w:r>
            <w:t>SMLOUVA O DÍLO - Zhotovení stavby</w:t>
          </w:r>
        </w:p>
      </w:tc>
    </w:tr>
  </w:tbl>
  <w:p w14:paraId="51C3DBE5" w14:textId="77777777" w:rsidR="000251B7" w:rsidRPr="00B8518B" w:rsidRDefault="000251B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1B7" w14:paraId="121C5AE2" w14:textId="77777777" w:rsidTr="00EB46E5">
      <w:tc>
        <w:tcPr>
          <w:tcW w:w="1361" w:type="dxa"/>
          <w:tcMar>
            <w:left w:w="0" w:type="dxa"/>
            <w:right w:w="0" w:type="dxa"/>
          </w:tcMar>
          <w:vAlign w:val="bottom"/>
        </w:tcPr>
        <w:p w14:paraId="2EEE3537" w14:textId="6C5EFDC8" w:rsidR="000251B7" w:rsidRPr="00B8518B" w:rsidRDefault="000251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1E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1E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7C3CF3" w14:textId="77777777" w:rsidR="000251B7" w:rsidRDefault="000251B7" w:rsidP="005A7872">
          <w:pPr>
            <w:pStyle w:val="Zpat"/>
          </w:pPr>
        </w:p>
      </w:tc>
      <w:tc>
        <w:tcPr>
          <w:tcW w:w="425" w:type="dxa"/>
          <w:shd w:val="clear" w:color="auto" w:fill="auto"/>
          <w:tcMar>
            <w:left w:w="0" w:type="dxa"/>
            <w:right w:w="0" w:type="dxa"/>
          </w:tcMar>
        </w:tcPr>
        <w:p w14:paraId="503AF212" w14:textId="77777777" w:rsidR="000251B7" w:rsidRDefault="000251B7" w:rsidP="00B8518B">
          <w:pPr>
            <w:pStyle w:val="Zpat"/>
          </w:pPr>
        </w:p>
      </w:tc>
      <w:tc>
        <w:tcPr>
          <w:tcW w:w="8505" w:type="dxa"/>
        </w:tcPr>
        <w:p w14:paraId="0065746F" w14:textId="77777777" w:rsidR="000251B7" w:rsidRPr="00143EC0" w:rsidRDefault="000251B7" w:rsidP="00F422D3">
          <w:pPr>
            <w:pStyle w:val="Zpat0"/>
            <w:rPr>
              <w:b/>
            </w:rPr>
          </w:pPr>
          <w:r>
            <w:rPr>
              <w:b/>
            </w:rPr>
            <w:t>PŘÍLOHA č. 6</w:t>
          </w:r>
        </w:p>
        <w:p w14:paraId="4F307C46" w14:textId="77777777" w:rsidR="000251B7" w:rsidRDefault="000251B7" w:rsidP="00F95FBD">
          <w:pPr>
            <w:pStyle w:val="Zpat0"/>
          </w:pPr>
          <w:r>
            <w:t>SMLOUVA O DÍLO - Zhotovení stavby</w:t>
          </w:r>
        </w:p>
      </w:tc>
    </w:tr>
  </w:tbl>
  <w:p w14:paraId="64D73C9B" w14:textId="77777777" w:rsidR="000251B7" w:rsidRPr="00B8518B" w:rsidRDefault="000251B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51B7" w14:paraId="234E667B" w14:textId="77777777" w:rsidTr="00EB46E5">
      <w:tc>
        <w:tcPr>
          <w:tcW w:w="1361" w:type="dxa"/>
          <w:tcMar>
            <w:left w:w="0" w:type="dxa"/>
            <w:right w:w="0" w:type="dxa"/>
          </w:tcMar>
          <w:vAlign w:val="bottom"/>
        </w:tcPr>
        <w:p w14:paraId="2F94683F" w14:textId="205A2A7B" w:rsidR="000251B7" w:rsidRPr="00B8518B" w:rsidRDefault="000251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21E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21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700AA2" w14:textId="77777777" w:rsidR="000251B7" w:rsidRDefault="000251B7" w:rsidP="005A7872">
          <w:pPr>
            <w:pStyle w:val="Zpat"/>
          </w:pPr>
        </w:p>
      </w:tc>
      <w:tc>
        <w:tcPr>
          <w:tcW w:w="425" w:type="dxa"/>
          <w:shd w:val="clear" w:color="auto" w:fill="auto"/>
          <w:tcMar>
            <w:left w:w="0" w:type="dxa"/>
            <w:right w:w="0" w:type="dxa"/>
          </w:tcMar>
        </w:tcPr>
        <w:p w14:paraId="4454C936" w14:textId="77777777" w:rsidR="000251B7" w:rsidRDefault="000251B7" w:rsidP="00B8518B">
          <w:pPr>
            <w:pStyle w:val="Zpat"/>
          </w:pPr>
        </w:p>
      </w:tc>
      <w:tc>
        <w:tcPr>
          <w:tcW w:w="8505" w:type="dxa"/>
        </w:tcPr>
        <w:p w14:paraId="03B7E6E0" w14:textId="77777777" w:rsidR="000251B7" w:rsidRPr="00143EC0" w:rsidRDefault="000251B7" w:rsidP="00F422D3">
          <w:pPr>
            <w:pStyle w:val="Zpat0"/>
            <w:rPr>
              <w:b/>
            </w:rPr>
          </w:pPr>
          <w:r>
            <w:rPr>
              <w:b/>
            </w:rPr>
            <w:t>PŘÍLOHA č. 7</w:t>
          </w:r>
        </w:p>
        <w:p w14:paraId="4120D313" w14:textId="77777777" w:rsidR="000251B7" w:rsidRDefault="000251B7" w:rsidP="00F95FBD">
          <w:pPr>
            <w:pStyle w:val="Zpat0"/>
          </w:pPr>
          <w:r>
            <w:t>SMLOUVA O DÍLO - Zhotovení stavby</w:t>
          </w:r>
        </w:p>
      </w:tc>
    </w:tr>
  </w:tbl>
  <w:p w14:paraId="11BE49B7" w14:textId="77777777" w:rsidR="000251B7" w:rsidRPr="00B8518B" w:rsidRDefault="000251B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CC7382" w14:textId="77777777" w:rsidR="00AE2E16" w:rsidRDefault="00AE2E16" w:rsidP="00962258">
      <w:pPr>
        <w:spacing w:after="0" w:line="240" w:lineRule="auto"/>
      </w:pPr>
      <w:r>
        <w:separator/>
      </w:r>
    </w:p>
  </w:footnote>
  <w:footnote w:type="continuationSeparator" w:id="0">
    <w:p w14:paraId="192C8F14" w14:textId="77777777" w:rsidR="00AE2E16" w:rsidRDefault="00AE2E1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51B7" w14:paraId="6BF17F2C" w14:textId="77777777" w:rsidTr="00C02D0A">
      <w:trPr>
        <w:trHeight w:hRule="exact" w:val="454"/>
      </w:trPr>
      <w:tc>
        <w:tcPr>
          <w:tcW w:w="1361" w:type="dxa"/>
          <w:tcMar>
            <w:top w:w="57" w:type="dxa"/>
            <w:left w:w="0" w:type="dxa"/>
            <w:right w:w="0" w:type="dxa"/>
          </w:tcMar>
        </w:tcPr>
        <w:p w14:paraId="09A00AF9" w14:textId="77777777" w:rsidR="000251B7" w:rsidRPr="00B8518B" w:rsidRDefault="000251B7" w:rsidP="00523EA7">
          <w:pPr>
            <w:pStyle w:val="Zpat"/>
            <w:rPr>
              <w:rStyle w:val="slostrnky"/>
            </w:rPr>
          </w:pPr>
        </w:p>
      </w:tc>
      <w:tc>
        <w:tcPr>
          <w:tcW w:w="3458" w:type="dxa"/>
          <w:shd w:val="clear" w:color="auto" w:fill="auto"/>
          <w:tcMar>
            <w:top w:w="57" w:type="dxa"/>
            <w:left w:w="0" w:type="dxa"/>
            <w:right w:w="0" w:type="dxa"/>
          </w:tcMar>
        </w:tcPr>
        <w:p w14:paraId="5BD1B332" w14:textId="77777777" w:rsidR="000251B7" w:rsidRDefault="000251B7" w:rsidP="00523EA7">
          <w:pPr>
            <w:pStyle w:val="Zpat"/>
          </w:pPr>
        </w:p>
      </w:tc>
      <w:tc>
        <w:tcPr>
          <w:tcW w:w="5698" w:type="dxa"/>
          <w:shd w:val="clear" w:color="auto" w:fill="auto"/>
          <w:tcMar>
            <w:top w:w="57" w:type="dxa"/>
            <w:left w:w="0" w:type="dxa"/>
            <w:right w:w="0" w:type="dxa"/>
          </w:tcMar>
        </w:tcPr>
        <w:p w14:paraId="16D45C9C" w14:textId="77777777" w:rsidR="000251B7" w:rsidRPr="00D6163D" w:rsidRDefault="000251B7" w:rsidP="00D6163D">
          <w:pPr>
            <w:pStyle w:val="Druhdokumentu"/>
          </w:pPr>
        </w:p>
      </w:tc>
    </w:tr>
  </w:tbl>
  <w:p w14:paraId="2AA8A529" w14:textId="77777777" w:rsidR="000251B7" w:rsidRPr="00D6163D" w:rsidRDefault="000251B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251B7" w14:paraId="2A876544" w14:textId="77777777" w:rsidTr="00B22106">
      <w:trPr>
        <w:trHeight w:hRule="exact" w:val="936"/>
      </w:trPr>
      <w:tc>
        <w:tcPr>
          <w:tcW w:w="1361" w:type="dxa"/>
          <w:tcMar>
            <w:left w:w="0" w:type="dxa"/>
            <w:right w:w="0" w:type="dxa"/>
          </w:tcMar>
        </w:tcPr>
        <w:p w14:paraId="18EFF5F0" w14:textId="77777777" w:rsidR="000251B7" w:rsidRPr="00B8518B" w:rsidRDefault="000251B7" w:rsidP="00FC6389">
          <w:pPr>
            <w:pStyle w:val="Zpat"/>
            <w:rPr>
              <w:rStyle w:val="slostrnky"/>
            </w:rPr>
          </w:pPr>
        </w:p>
      </w:tc>
      <w:tc>
        <w:tcPr>
          <w:tcW w:w="3458" w:type="dxa"/>
          <w:shd w:val="clear" w:color="auto" w:fill="auto"/>
          <w:tcMar>
            <w:left w:w="0" w:type="dxa"/>
            <w:right w:w="0" w:type="dxa"/>
          </w:tcMar>
        </w:tcPr>
        <w:p w14:paraId="48BABACC" w14:textId="77777777" w:rsidR="000251B7" w:rsidRDefault="000251B7" w:rsidP="00FC6389">
          <w:pPr>
            <w:pStyle w:val="Zpat"/>
          </w:pPr>
        </w:p>
      </w:tc>
      <w:tc>
        <w:tcPr>
          <w:tcW w:w="5756" w:type="dxa"/>
          <w:shd w:val="clear" w:color="auto" w:fill="auto"/>
          <w:tcMar>
            <w:left w:w="0" w:type="dxa"/>
            <w:right w:w="0" w:type="dxa"/>
          </w:tcMar>
        </w:tcPr>
        <w:p w14:paraId="3E9D104E" w14:textId="77777777" w:rsidR="000251B7" w:rsidRPr="00D6163D" w:rsidRDefault="000251B7" w:rsidP="00FC6389">
          <w:pPr>
            <w:pStyle w:val="Druhdokumentu"/>
          </w:pPr>
        </w:p>
      </w:tc>
    </w:tr>
    <w:tr w:rsidR="000251B7" w14:paraId="37398B0C" w14:textId="77777777" w:rsidTr="00B22106">
      <w:trPr>
        <w:trHeight w:hRule="exact" w:val="936"/>
      </w:trPr>
      <w:tc>
        <w:tcPr>
          <w:tcW w:w="1361" w:type="dxa"/>
          <w:tcMar>
            <w:left w:w="0" w:type="dxa"/>
            <w:right w:w="0" w:type="dxa"/>
          </w:tcMar>
        </w:tcPr>
        <w:p w14:paraId="2744AEE2" w14:textId="77777777" w:rsidR="000251B7" w:rsidRPr="00B8518B" w:rsidRDefault="000251B7" w:rsidP="00FC6389">
          <w:pPr>
            <w:pStyle w:val="Zpat"/>
            <w:rPr>
              <w:rStyle w:val="slostrnky"/>
            </w:rPr>
          </w:pPr>
        </w:p>
      </w:tc>
      <w:tc>
        <w:tcPr>
          <w:tcW w:w="3458" w:type="dxa"/>
          <w:shd w:val="clear" w:color="auto" w:fill="auto"/>
          <w:tcMar>
            <w:left w:w="0" w:type="dxa"/>
            <w:right w:w="0" w:type="dxa"/>
          </w:tcMar>
        </w:tcPr>
        <w:p w14:paraId="10F5CB07" w14:textId="77777777" w:rsidR="000251B7" w:rsidRDefault="000251B7" w:rsidP="00FC6389">
          <w:pPr>
            <w:pStyle w:val="Zpat"/>
          </w:pPr>
        </w:p>
      </w:tc>
      <w:tc>
        <w:tcPr>
          <w:tcW w:w="5756" w:type="dxa"/>
          <w:shd w:val="clear" w:color="auto" w:fill="auto"/>
          <w:tcMar>
            <w:left w:w="0" w:type="dxa"/>
            <w:right w:w="0" w:type="dxa"/>
          </w:tcMar>
        </w:tcPr>
        <w:p w14:paraId="407A847D" w14:textId="77777777" w:rsidR="000251B7" w:rsidRPr="00D6163D" w:rsidRDefault="000251B7" w:rsidP="00FC6389">
          <w:pPr>
            <w:pStyle w:val="Druhdokumentu"/>
          </w:pPr>
        </w:p>
      </w:tc>
    </w:tr>
  </w:tbl>
  <w:p w14:paraId="35982AD2" w14:textId="77777777" w:rsidR="000251B7" w:rsidRPr="00D6163D" w:rsidRDefault="000251B7" w:rsidP="00FC6389">
    <w:pPr>
      <w:pStyle w:val="Zhlav"/>
      <w:rPr>
        <w:sz w:val="8"/>
        <w:szCs w:val="8"/>
      </w:rPr>
    </w:pPr>
    <w:r>
      <w:rPr>
        <w:noProof/>
        <w:lang w:eastAsia="cs-CZ"/>
      </w:rPr>
      <w:drawing>
        <wp:anchor distT="0" distB="0" distL="114300" distR="114300" simplePos="0" relativeHeight="251670528" behindDoc="0" locked="1" layoutInCell="1" allowOverlap="1" wp14:anchorId="1411FC13" wp14:editId="11001BE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AF7D80" w14:textId="77777777" w:rsidR="000251B7" w:rsidRPr="00460660" w:rsidRDefault="000251B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51B7" w14:paraId="0B54AE63" w14:textId="77777777" w:rsidTr="00C02D0A">
      <w:trPr>
        <w:trHeight w:hRule="exact" w:val="454"/>
      </w:trPr>
      <w:tc>
        <w:tcPr>
          <w:tcW w:w="1361" w:type="dxa"/>
          <w:tcMar>
            <w:top w:w="57" w:type="dxa"/>
            <w:left w:w="0" w:type="dxa"/>
            <w:right w:w="0" w:type="dxa"/>
          </w:tcMar>
        </w:tcPr>
        <w:p w14:paraId="0C7B65D0" w14:textId="77777777" w:rsidR="000251B7" w:rsidRPr="00B8518B" w:rsidRDefault="000251B7" w:rsidP="00523EA7">
          <w:pPr>
            <w:pStyle w:val="Zpat"/>
            <w:rPr>
              <w:rStyle w:val="slostrnky"/>
            </w:rPr>
          </w:pPr>
        </w:p>
      </w:tc>
      <w:tc>
        <w:tcPr>
          <w:tcW w:w="3458" w:type="dxa"/>
          <w:shd w:val="clear" w:color="auto" w:fill="auto"/>
          <w:tcMar>
            <w:top w:w="57" w:type="dxa"/>
            <w:left w:w="0" w:type="dxa"/>
            <w:right w:w="0" w:type="dxa"/>
          </w:tcMar>
        </w:tcPr>
        <w:p w14:paraId="74FDA0D2" w14:textId="77777777" w:rsidR="000251B7" w:rsidRDefault="000251B7" w:rsidP="00523EA7">
          <w:pPr>
            <w:pStyle w:val="Zpat"/>
          </w:pPr>
        </w:p>
      </w:tc>
      <w:tc>
        <w:tcPr>
          <w:tcW w:w="5698" w:type="dxa"/>
          <w:shd w:val="clear" w:color="auto" w:fill="auto"/>
          <w:tcMar>
            <w:top w:w="57" w:type="dxa"/>
            <w:left w:w="0" w:type="dxa"/>
            <w:right w:w="0" w:type="dxa"/>
          </w:tcMar>
        </w:tcPr>
        <w:p w14:paraId="410F8456" w14:textId="77777777" w:rsidR="000251B7" w:rsidRPr="00D6163D" w:rsidRDefault="000251B7" w:rsidP="00D6163D">
          <w:pPr>
            <w:pStyle w:val="Druhdokumentu"/>
          </w:pPr>
        </w:p>
      </w:tc>
    </w:tr>
  </w:tbl>
  <w:p w14:paraId="4AB2C8F5" w14:textId="77777777" w:rsidR="000251B7" w:rsidRPr="00D6163D" w:rsidRDefault="000251B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51B7" w14:paraId="36CC0A21" w14:textId="77777777" w:rsidTr="00C02D0A">
      <w:trPr>
        <w:trHeight w:hRule="exact" w:val="454"/>
      </w:trPr>
      <w:tc>
        <w:tcPr>
          <w:tcW w:w="1361" w:type="dxa"/>
          <w:tcMar>
            <w:top w:w="57" w:type="dxa"/>
            <w:left w:w="0" w:type="dxa"/>
            <w:right w:w="0" w:type="dxa"/>
          </w:tcMar>
        </w:tcPr>
        <w:p w14:paraId="103D3AF8" w14:textId="77777777" w:rsidR="000251B7" w:rsidRPr="00B8518B" w:rsidRDefault="000251B7" w:rsidP="00523EA7">
          <w:pPr>
            <w:pStyle w:val="Zpat"/>
            <w:rPr>
              <w:rStyle w:val="slostrnky"/>
            </w:rPr>
          </w:pPr>
        </w:p>
      </w:tc>
      <w:tc>
        <w:tcPr>
          <w:tcW w:w="3458" w:type="dxa"/>
          <w:shd w:val="clear" w:color="auto" w:fill="auto"/>
          <w:tcMar>
            <w:top w:w="57" w:type="dxa"/>
            <w:left w:w="0" w:type="dxa"/>
            <w:right w:w="0" w:type="dxa"/>
          </w:tcMar>
        </w:tcPr>
        <w:p w14:paraId="180BE8FB" w14:textId="77777777" w:rsidR="000251B7" w:rsidRDefault="000251B7" w:rsidP="00523EA7">
          <w:pPr>
            <w:pStyle w:val="Zpat"/>
          </w:pPr>
        </w:p>
      </w:tc>
      <w:tc>
        <w:tcPr>
          <w:tcW w:w="5698" w:type="dxa"/>
          <w:shd w:val="clear" w:color="auto" w:fill="auto"/>
          <w:tcMar>
            <w:top w:w="57" w:type="dxa"/>
            <w:left w:w="0" w:type="dxa"/>
            <w:right w:w="0" w:type="dxa"/>
          </w:tcMar>
        </w:tcPr>
        <w:p w14:paraId="1BF59118" w14:textId="77777777" w:rsidR="000251B7" w:rsidRPr="00D6163D" w:rsidRDefault="000251B7" w:rsidP="00D6163D">
          <w:pPr>
            <w:pStyle w:val="Druhdokumentu"/>
          </w:pPr>
        </w:p>
      </w:tc>
    </w:tr>
  </w:tbl>
  <w:p w14:paraId="4CAD679C" w14:textId="77777777" w:rsidR="000251B7" w:rsidRPr="00D6163D" w:rsidRDefault="000251B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51B7" w14:paraId="0AE1C610" w14:textId="77777777" w:rsidTr="00C02D0A">
      <w:trPr>
        <w:trHeight w:hRule="exact" w:val="454"/>
      </w:trPr>
      <w:tc>
        <w:tcPr>
          <w:tcW w:w="1361" w:type="dxa"/>
          <w:tcMar>
            <w:top w:w="57" w:type="dxa"/>
            <w:left w:w="0" w:type="dxa"/>
            <w:right w:w="0" w:type="dxa"/>
          </w:tcMar>
        </w:tcPr>
        <w:p w14:paraId="4D18AEC8" w14:textId="77777777" w:rsidR="000251B7" w:rsidRPr="00B8518B" w:rsidRDefault="000251B7" w:rsidP="00523EA7">
          <w:pPr>
            <w:pStyle w:val="Zpat"/>
            <w:rPr>
              <w:rStyle w:val="slostrnky"/>
            </w:rPr>
          </w:pPr>
        </w:p>
      </w:tc>
      <w:tc>
        <w:tcPr>
          <w:tcW w:w="3458" w:type="dxa"/>
          <w:shd w:val="clear" w:color="auto" w:fill="auto"/>
          <w:tcMar>
            <w:top w:w="57" w:type="dxa"/>
            <w:left w:w="0" w:type="dxa"/>
            <w:right w:w="0" w:type="dxa"/>
          </w:tcMar>
        </w:tcPr>
        <w:p w14:paraId="46F6098B" w14:textId="77777777" w:rsidR="000251B7" w:rsidRDefault="000251B7" w:rsidP="00523EA7">
          <w:pPr>
            <w:pStyle w:val="Zpat"/>
          </w:pPr>
        </w:p>
      </w:tc>
      <w:tc>
        <w:tcPr>
          <w:tcW w:w="5698" w:type="dxa"/>
          <w:shd w:val="clear" w:color="auto" w:fill="auto"/>
          <w:tcMar>
            <w:top w:w="57" w:type="dxa"/>
            <w:left w:w="0" w:type="dxa"/>
            <w:right w:w="0" w:type="dxa"/>
          </w:tcMar>
        </w:tcPr>
        <w:p w14:paraId="67D8FFFF" w14:textId="77777777" w:rsidR="000251B7" w:rsidRPr="00D6163D" w:rsidRDefault="000251B7" w:rsidP="00D6163D">
          <w:pPr>
            <w:pStyle w:val="Druhdokumentu"/>
          </w:pPr>
        </w:p>
      </w:tc>
    </w:tr>
  </w:tbl>
  <w:p w14:paraId="127800EC" w14:textId="77777777" w:rsidR="000251B7" w:rsidRPr="00D6163D" w:rsidRDefault="000251B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51B7" w14:paraId="4CB13750" w14:textId="77777777" w:rsidTr="00C02D0A">
      <w:trPr>
        <w:trHeight w:hRule="exact" w:val="454"/>
      </w:trPr>
      <w:tc>
        <w:tcPr>
          <w:tcW w:w="1361" w:type="dxa"/>
          <w:tcMar>
            <w:top w:w="57" w:type="dxa"/>
            <w:left w:w="0" w:type="dxa"/>
            <w:right w:w="0" w:type="dxa"/>
          </w:tcMar>
        </w:tcPr>
        <w:p w14:paraId="14B2B869" w14:textId="77777777" w:rsidR="000251B7" w:rsidRPr="00B8518B" w:rsidRDefault="000251B7" w:rsidP="00523EA7">
          <w:pPr>
            <w:pStyle w:val="Zpat"/>
            <w:rPr>
              <w:rStyle w:val="slostrnky"/>
            </w:rPr>
          </w:pPr>
        </w:p>
      </w:tc>
      <w:tc>
        <w:tcPr>
          <w:tcW w:w="3458" w:type="dxa"/>
          <w:shd w:val="clear" w:color="auto" w:fill="auto"/>
          <w:tcMar>
            <w:top w:w="57" w:type="dxa"/>
            <w:left w:w="0" w:type="dxa"/>
            <w:right w:w="0" w:type="dxa"/>
          </w:tcMar>
        </w:tcPr>
        <w:p w14:paraId="275952DD" w14:textId="77777777" w:rsidR="000251B7" w:rsidRDefault="000251B7" w:rsidP="00523EA7">
          <w:pPr>
            <w:pStyle w:val="Zpat"/>
          </w:pPr>
        </w:p>
      </w:tc>
      <w:tc>
        <w:tcPr>
          <w:tcW w:w="5698" w:type="dxa"/>
          <w:shd w:val="clear" w:color="auto" w:fill="auto"/>
          <w:tcMar>
            <w:top w:w="57" w:type="dxa"/>
            <w:left w:w="0" w:type="dxa"/>
            <w:right w:w="0" w:type="dxa"/>
          </w:tcMar>
        </w:tcPr>
        <w:p w14:paraId="28CC9D09" w14:textId="77777777" w:rsidR="000251B7" w:rsidRPr="00D6163D" w:rsidRDefault="000251B7" w:rsidP="00D6163D">
          <w:pPr>
            <w:pStyle w:val="Druhdokumentu"/>
          </w:pPr>
        </w:p>
      </w:tc>
    </w:tr>
  </w:tbl>
  <w:p w14:paraId="45A3D81F" w14:textId="77777777" w:rsidR="000251B7" w:rsidRPr="00D6163D" w:rsidRDefault="000251B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51B7"/>
    <w:rsid w:val="00041EC8"/>
    <w:rsid w:val="00045C12"/>
    <w:rsid w:val="00056BB3"/>
    <w:rsid w:val="000600C8"/>
    <w:rsid w:val="0006588D"/>
    <w:rsid w:val="00067A5E"/>
    <w:rsid w:val="0007086C"/>
    <w:rsid w:val="000719BB"/>
    <w:rsid w:val="00072A65"/>
    <w:rsid w:val="00072C1E"/>
    <w:rsid w:val="0007653B"/>
    <w:rsid w:val="000A44BC"/>
    <w:rsid w:val="000B4EB8"/>
    <w:rsid w:val="000C188C"/>
    <w:rsid w:val="000C41F2"/>
    <w:rsid w:val="000D22C4"/>
    <w:rsid w:val="000D27D1"/>
    <w:rsid w:val="000E1A7F"/>
    <w:rsid w:val="000E2D86"/>
    <w:rsid w:val="000F070C"/>
    <w:rsid w:val="00102C54"/>
    <w:rsid w:val="00112864"/>
    <w:rsid w:val="00114472"/>
    <w:rsid w:val="00114988"/>
    <w:rsid w:val="00115069"/>
    <w:rsid w:val="001150F2"/>
    <w:rsid w:val="00136D8F"/>
    <w:rsid w:val="00143EC0"/>
    <w:rsid w:val="00154BD0"/>
    <w:rsid w:val="001656A2"/>
    <w:rsid w:val="00165977"/>
    <w:rsid w:val="00170EC5"/>
    <w:rsid w:val="001747C1"/>
    <w:rsid w:val="00177D6B"/>
    <w:rsid w:val="001913F8"/>
    <w:rsid w:val="00191F90"/>
    <w:rsid w:val="001B4E74"/>
    <w:rsid w:val="001C645F"/>
    <w:rsid w:val="001D3FE4"/>
    <w:rsid w:val="001E21EE"/>
    <w:rsid w:val="001E39D0"/>
    <w:rsid w:val="001E678E"/>
    <w:rsid w:val="002038D5"/>
    <w:rsid w:val="002071BB"/>
    <w:rsid w:val="00207DF5"/>
    <w:rsid w:val="00214C3E"/>
    <w:rsid w:val="00237CBD"/>
    <w:rsid w:val="00240B81"/>
    <w:rsid w:val="00247D01"/>
    <w:rsid w:val="00261A5B"/>
    <w:rsid w:val="00262E5B"/>
    <w:rsid w:val="002739E9"/>
    <w:rsid w:val="00276AFE"/>
    <w:rsid w:val="00283609"/>
    <w:rsid w:val="002A1D2C"/>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63AC0"/>
    <w:rsid w:val="0037545D"/>
    <w:rsid w:val="00381EFC"/>
    <w:rsid w:val="003863C7"/>
    <w:rsid w:val="00392910"/>
    <w:rsid w:val="00392EB6"/>
    <w:rsid w:val="003956C6"/>
    <w:rsid w:val="003A197F"/>
    <w:rsid w:val="003C33F2"/>
    <w:rsid w:val="003D756E"/>
    <w:rsid w:val="003E420D"/>
    <w:rsid w:val="003E4C13"/>
    <w:rsid w:val="0040533E"/>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0748"/>
    <w:rsid w:val="00502690"/>
    <w:rsid w:val="0050666E"/>
    <w:rsid w:val="00511AB9"/>
    <w:rsid w:val="00515CC4"/>
    <w:rsid w:val="00523BB5"/>
    <w:rsid w:val="00523EA7"/>
    <w:rsid w:val="0052756B"/>
    <w:rsid w:val="005406EB"/>
    <w:rsid w:val="005410FA"/>
    <w:rsid w:val="00541EC0"/>
    <w:rsid w:val="00553375"/>
    <w:rsid w:val="00555884"/>
    <w:rsid w:val="005700A6"/>
    <w:rsid w:val="005736B7"/>
    <w:rsid w:val="00575E5A"/>
    <w:rsid w:val="00580245"/>
    <w:rsid w:val="00590727"/>
    <w:rsid w:val="005A1F44"/>
    <w:rsid w:val="005A6B21"/>
    <w:rsid w:val="005A7872"/>
    <w:rsid w:val="005B2E3A"/>
    <w:rsid w:val="005D3C39"/>
    <w:rsid w:val="005E0688"/>
    <w:rsid w:val="005F172D"/>
    <w:rsid w:val="00601A8C"/>
    <w:rsid w:val="0061068E"/>
    <w:rsid w:val="00610C86"/>
    <w:rsid w:val="006115D3"/>
    <w:rsid w:val="00621E9F"/>
    <w:rsid w:val="006223CF"/>
    <w:rsid w:val="00647F54"/>
    <w:rsid w:val="0065610E"/>
    <w:rsid w:val="00660AD3"/>
    <w:rsid w:val="006776B6"/>
    <w:rsid w:val="00687318"/>
    <w:rsid w:val="00691F2F"/>
    <w:rsid w:val="00693150"/>
    <w:rsid w:val="006A5570"/>
    <w:rsid w:val="006A689C"/>
    <w:rsid w:val="006B3D79"/>
    <w:rsid w:val="006B6FE4"/>
    <w:rsid w:val="006C0BB6"/>
    <w:rsid w:val="006C2343"/>
    <w:rsid w:val="006C442A"/>
    <w:rsid w:val="006C490F"/>
    <w:rsid w:val="006D1DE8"/>
    <w:rsid w:val="006D3D66"/>
    <w:rsid w:val="006D6483"/>
    <w:rsid w:val="006E0578"/>
    <w:rsid w:val="006E314D"/>
    <w:rsid w:val="006E3DBC"/>
    <w:rsid w:val="0070042F"/>
    <w:rsid w:val="00710723"/>
    <w:rsid w:val="007145F3"/>
    <w:rsid w:val="00723ED1"/>
    <w:rsid w:val="00740AF5"/>
    <w:rsid w:val="00743525"/>
    <w:rsid w:val="00743676"/>
    <w:rsid w:val="00744076"/>
    <w:rsid w:val="007541A2"/>
    <w:rsid w:val="00755818"/>
    <w:rsid w:val="007616C2"/>
    <w:rsid w:val="0076286B"/>
    <w:rsid w:val="00766846"/>
    <w:rsid w:val="007702AA"/>
    <w:rsid w:val="0077673A"/>
    <w:rsid w:val="007846E1"/>
    <w:rsid w:val="007847D6"/>
    <w:rsid w:val="00784C56"/>
    <w:rsid w:val="00790BAC"/>
    <w:rsid w:val="007A5172"/>
    <w:rsid w:val="007A67A0"/>
    <w:rsid w:val="007B0432"/>
    <w:rsid w:val="007B5279"/>
    <w:rsid w:val="007B570C"/>
    <w:rsid w:val="007E144F"/>
    <w:rsid w:val="007E438F"/>
    <w:rsid w:val="007E4A6E"/>
    <w:rsid w:val="007F56A7"/>
    <w:rsid w:val="007F6DE3"/>
    <w:rsid w:val="00800851"/>
    <w:rsid w:val="00800C34"/>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0248"/>
    <w:rsid w:val="008F18D6"/>
    <w:rsid w:val="008F2C9B"/>
    <w:rsid w:val="008F797B"/>
    <w:rsid w:val="00902844"/>
    <w:rsid w:val="00904780"/>
    <w:rsid w:val="0090635B"/>
    <w:rsid w:val="00922385"/>
    <w:rsid w:val="009223DF"/>
    <w:rsid w:val="00936091"/>
    <w:rsid w:val="00936439"/>
    <w:rsid w:val="00940D8A"/>
    <w:rsid w:val="00956A82"/>
    <w:rsid w:val="00962258"/>
    <w:rsid w:val="009678B7"/>
    <w:rsid w:val="00980ADA"/>
    <w:rsid w:val="009908CD"/>
    <w:rsid w:val="00992D9C"/>
    <w:rsid w:val="00995AED"/>
    <w:rsid w:val="009966A5"/>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2E16"/>
    <w:rsid w:val="00AE696E"/>
    <w:rsid w:val="00B008D5"/>
    <w:rsid w:val="00B02F73"/>
    <w:rsid w:val="00B05B31"/>
    <w:rsid w:val="00B0619F"/>
    <w:rsid w:val="00B1188E"/>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278B4"/>
    <w:rsid w:val="00C37459"/>
    <w:rsid w:val="00C42FE6"/>
    <w:rsid w:val="00C44F6A"/>
    <w:rsid w:val="00C45470"/>
    <w:rsid w:val="00C471A3"/>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0F68"/>
    <w:rsid w:val="00D21061"/>
    <w:rsid w:val="00D32554"/>
    <w:rsid w:val="00D4108E"/>
    <w:rsid w:val="00D41CEF"/>
    <w:rsid w:val="00D4328E"/>
    <w:rsid w:val="00D476D4"/>
    <w:rsid w:val="00D51E19"/>
    <w:rsid w:val="00D6163D"/>
    <w:rsid w:val="00D831A3"/>
    <w:rsid w:val="00D8747D"/>
    <w:rsid w:val="00D976E7"/>
    <w:rsid w:val="00D97BE3"/>
    <w:rsid w:val="00DA3711"/>
    <w:rsid w:val="00DA5B8D"/>
    <w:rsid w:val="00DC6421"/>
    <w:rsid w:val="00DC6A14"/>
    <w:rsid w:val="00DD46F3"/>
    <w:rsid w:val="00DE56F2"/>
    <w:rsid w:val="00DF116D"/>
    <w:rsid w:val="00E1435D"/>
    <w:rsid w:val="00E16FF7"/>
    <w:rsid w:val="00E26D68"/>
    <w:rsid w:val="00E44045"/>
    <w:rsid w:val="00E463D2"/>
    <w:rsid w:val="00E50E04"/>
    <w:rsid w:val="00E52557"/>
    <w:rsid w:val="00E569EC"/>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02A4A"/>
    <w:rsid w:val="00F12DEC"/>
    <w:rsid w:val="00F1715C"/>
    <w:rsid w:val="00F24489"/>
    <w:rsid w:val="00F310F8"/>
    <w:rsid w:val="00F35939"/>
    <w:rsid w:val="00F422D3"/>
    <w:rsid w:val="00F45607"/>
    <w:rsid w:val="00F4722B"/>
    <w:rsid w:val="00F5100C"/>
    <w:rsid w:val="00F54432"/>
    <w:rsid w:val="00F659EB"/>
    <w:rsid w:val="00F762A8"/>
    <w:rsid w:val="00F83B63"/>
    <w:rsid w:val="00F86BA6"/>
    <w:rsid w:val="00F94436"/>
    <w:rsid w:val="00F95FBD"/>
    <w:rsid w:val="00FB16F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533BEE6"/>
  <w14:defaultImageDpi w14:val="32767"/>
  <w15:docId w15:val="{6A9C9CAE-58A0-4BE9-8952-4E2C4B3E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812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yperlink" Target="mailto:HlavacK@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pravazeleznic.cz/" TargetMode="External"/><Relationship Id="rId25" Type="http://schemas.openxmlformats.org/officeDocument/2006/relationships/footer" Target="foot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pravazeleznic.cz/"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leznic.cz/" TargetMode="External"/><Relationship Id="rId24" Type="http://schemas.openxmlformats.org/officeDocument/2006/relationships/footer" Target="footer6.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purl.org/dc/dcmitype/"/>
    <ds:schemaRef ds:uri="http://schemas.microsoft.com/office/2006/documentManagement/types"/>
    <ds:schemaRef ds:uri="http://purl.org/dc/elements/1.1/"/>
    <ds:schemaRef ds:uri="http://www.w3.org/XML/1998/namespac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6996ADA-D3F7-4D62-8D36-655CBE253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TotalTime>
  <Pages>20</Pages>
  <Words>4347</Words>
  <Characters>25653</Characters>
  <Application>Microsoft Office Word</Application>
  <DocSecurity>0</DocSecurity>
  <Lines>213</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3</cp:revision>
  <cp:lastPrinted>2019-09-27T11:09:00Z</cp:lastPrinted>
  <dcterms:created xsi:type="dcterms:W3CDTF">2020-08-12T08:18:00Z</dcterms:created>
  <dcterms:modified xsi:type="dcterms:W3CDTF">2020-08-14T06:43:00Z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